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61" w:rsidRDefault="007F1B61" w:rsidP="00471D01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СПЕЦИФИКАЦИЈА УСЛУГА</w:t>
      </w:r>
    </w:p>
    <w:p w:rsidR="007F1B61" w:rsidRDefault="007F1B61" w:rsidP="00471D01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7F1B61" w:rsidRDefault="007F1B61" w:rsidP="005933C3">
      <w:pPr>
        <w:rPr>
          <w:rFonts w:ascii="Times New Roman" w:hAnsi="Times New Roman"/>
          <w:b/>
          <w:sz w:val="24"/>
          <w:szCs w:val="24"/>
        </w:rPr>
      </w:pPr>
    </w:p>
    <w:p w:rsidR="007F1B61" w:rsidRDefault="007F1B61" w:rsidP="005933C3">
      <w:pPr>
        <w:rPr>
          <w:rFonts w:ascii="Times New Roman" w:hAnsi="Times New Roman"/>
          <w:b/>
          <w:sz w:val="24"/>
          <w:szCs w:val="24"/>
        </w:rPr>
      </w:pPr>
    </w:p>
    <w:p w:rsidR="007F1B61" w:rsidRPr="00503D72" w:rsidRDefault="007F1B61" w:rsidP="00503D72">
      <w:pPr>
        <w:rPr>
          <w:rFonts w:ascii="Times New Roman" w:hAnsi="Times New Roman"/>
          <w:bCs/>
          <w:iCs/>
        </w:rPr>
      </w:pPr>
      <w:r w:rsidRPr="00503D72">
        <w:rPr>
          <w:rFonts w:ascii="Times New Roman" w:hAnsi="Times New Roman"/>
          <w:bCs/>
          <w:iCs/>
        </w:rPr>
        <w:t>Партија 2: Превоз ученика на такмичења ( општинска, окружна и републичка ) као и приликом доделе књижица и полагање пробног завршног испита и завршног испита</w:t>
      </w:r>
    </w:p>
    <w:p w:rsidR="007F1B61" w:rsidRPr="00503D72" w:rsidRDefault="007F1B61" w:rsidP="00503D72">
      <w:pPr>
        <w:rPr>
          <w:rFonts w:ascii="Times New Roman" w:hAnsi="Times New Roman"/>
          <w:bCs/>
          <w:iCs/>
        </w:rPr>
      </w:pPr>
      <w:r w:rsidRPr="00503D72">
        <w:rPr>
          <w:rFonts w:ascii="Times New Roman" w:hAnsi="Times New Roman"/>
          <w:bCs/>
          <w:iCs/>
        </w:rPr>
        <w:t>Оквирно 3 500 километара</w:t>
      </w:r>
    </w:p>
    <w:p w:rsidR="007F1B61" w:rsidRPr="00774C24" w:rsidRDefault="007F1B61" w:rsidP="00503D72">
      <w:pPr>
        <w:rPr>
          <w:rFonts w:ascii="Times New Roman" w:hAnsi="Times New Roman"/>
          <w:bCs/>
          <w:iCs/>
          <w:lang/>
        </w:rPr>
      </w:pPr>
      <w:r w:rsidRPr="00503D72">
        <w:rPr>
          <w:rFonts w:ascii="Times New Roman" w:hAnsi="Times New Roman"/>
        </w:rPr>
        <w:t xml:space="preserve">Укупна дужина свих линија </w:t>
      </w:r>
      <w:r>
        <w:rPr>
          <w:rFonts w:ascii="Times New Roman" w:hAnsi="Times New Roman"/>
        </w:rPr>
        <w:t>o</w:t>
      </w:r>
      <w:r w:rsidRPr="00503D72">
        <w:rPr>
          <w:rFonts w:ascii="Times New Roman" w:hAnsi="Times New Roman"/>
          <w:bCs/>
          <w:iCs/>
        </w:rPr>
        <w:t>квирно 3 500 километара</w:t>
      </w:r>
      <w:r>
        <w:rPr>
          <w:rFonts w:ascii="Times New Roman" w:hAnsi="Times New Roman"/>
          <w:bCs/>
          <w:iCs/>
        </w:rPr>
        <w:t xml:space="preserve"> за школску 2022/2023</w:t>
      </w:r>
    </w:p>
    <w:p w:rsidR="007F1B61" w:rsidRPr="00566276" w:rsidRDefault="007F1B61" w:rsidP="005933C3">
      <w:pPr>
        <w:rPr>
          <w:rFonts w:ascii="Times New Roman" w:hAnsi="Times New Roman"/>
          <w:b/>
          <w:sz w:val="24"/>
          <w:szCs w:val="24"/>
        </w:rPr>
      </w:pPr>
    </w:p>
    <w:p w:rsidR="007F1B61" w:rsidRPr="00D97B2F" w:rsidRDefault="007F1B61" w:rsidP="005933C3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sectPr w:rsidR="007F1B61" w:rsidRPr="00D97B2F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52B4E"/>
    <w:multiLevelType w:val="hybridMultilevel"/>
    <w:tmpl w:val="B0DA22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2FE49DC"/>
    <w:multiLevelType w:val="hybridMultilevel"/>
    <w:tmpl w:val="98C8A77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2F"/>
    <w:rsid w:val="00017D6A"/>
    <w:rsid w:val="000B285A"/>
    <w:rsid w:val="000B754C"/>
    <w:rsid w:val="000F45FF"/>
    <w:rsid w:val="0016013E"/>
    <w:rsid w:val="0020322D"/>
    <w:rsid w:val="002529CE"/>
    <w:rsid w:val="00273BA0"/>
    <w:rsid w:val="002A6F1E"/>
    <w:rsid w:val="002B2772"/>
    <w:rsid w:val="002E7DE8"/>
    <w:rsid w:val="00301D86"/>
    <w:rsid w:val="00385E81"/>
    <w:rsid w:val="00391833"/>
    <w:rsid w:val="00425F31"/>
    <w:rsid w:val="00446220"/>
    <w:rsid w:val="00460984"/>
    <w:rsid w:val="00471D01"/>
    <w:rsid w:val="004B3FC5"/>
    <w:rsid w:val="00503D72"/>
    <w:rsid w:val="005567D1"/>
    <w:rsid w:val="00561867"/>
    <w:rsid w:val="00566276"/>
    <w:rsid w:val="005933C3"/>
    <w:rsid w:val="00711BBC"/>
    <w:rsid w:val="00735B95"/>
    <w:rsid w:val="00757CE5"/>
    <w:rsid w:val="00774C24"/>
    <w:rsid w:val="007E630A"/>
    <w:rsid w:val="007F1B61"/>
    <w:rsid w:val="008228DD"/>
    <w:rsid w:val="008E6C97"/>
    <w:rsid w:val="00990951"/>
    <w:rsid w:val="009C56BC"/>
    <w:rsid w:val="009C72BC"/>
    <w:rsid w:val="00A77D89"/>
    <w:rsid w:val="00BA6293"/>
    <w:rsid w:val="00BB55A6"/>
    <w:rsid w:val="00BF7AA4"/>
    <w:rsid w:val="00C1331A"/>
    <w:rsid w:val="00D23469"/>
    <w:rsid w:val="00D97B2F"/>
    <w:rsid w:val="00E12297"/>
    <w:rsid w:val="00E837D7"/>
    <w:rsid w:val="00EC2AC1"/>
    <w:rsid w:val="00EE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47</Words>
  <Characters>274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21</cp:revision>
  <dcterms:created xsi:type="dcterms:W3CDTF">2021-10-13T05:32:00Z</dcterms:created>
  <dcterms:modified xsi:type="dcterms:W3CDTF">2022-07-26T10:48:00Z</dcterms:modified>
</cp:coreProperties>
</file>