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4E1" w:rsidRDefault="00E774E1" w:rsidP="00BA2518">
      <w:pPr>
        <w:jc w:val="both"/>
        <w:rPr>
          <w:rFonts w:ascii="Times New Roman" w:hAnsi="Times New Roman"/>
          <w:b/>
          <w:sz w:val="24"/>
          <w:szCs w:val="24"/>
        </w:rPr>
      </w:pPr>
      <w:r w:rsidRPr="00A17839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E774E1" w:rsidRDefault="00E774E1" w:rsidP="00BA2518">
      <w:pPr>
        <w:jc w:val="both"/>
        <w:rPr>
          <w:rFonts w:ascii="Times New Roman" w:hAnsi="Times New Roman"/>
          <w:b/>
          <w:sz w:val="24"/>
          <w:szCs w:val="24"/>
        </w:rPr>
      </w:pPr>
    </w:p>
    <w:p w:rsidR="00E774E1" w:rsidRPr="00A17839" w:rsidRDefault="00E774E1" w:rsidP="00BA25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Pr="00A17839">
        <w:rPr>
          <w:rFonts w:ascii="Times New Roman" w:hAnsi="Times New Roman"/>
          <w:b/>
          <w:sz w:val="24"/>
          <w:szCs w:val="24"/>
        </w:rPr>
        <w:t xml:space="preserve"> Образац спецификације услуга </w:t>
      </w:r>
      <w:r w:rsidRPr="00A17839">
        <w:rPr>
          <w:rFonts w:ascii="Times New Roman" w:hAnsi="Times New Roman"/>
          <w:sz w:val="24"/>
          <w:szCs w:val="24"/>
        </w:rPr>
        <w:t xml:space="preserve">     </w:t>
      </w:r>
    </w:p>
    <w:p w:rsidR="00E774E1" w:rsidRPr="00A17839" w:rsidRDefault="00E774E1" w:rsidP="00BA2518">
      <w:pPr>
        <w:jc w:val="both"/>
        <w:rPr>
          <w:rFonts w:ascii="Times New Roman" w:hAnsi="Times New Roman"/>
          <w:sz w:val="24"/>
          <w:szCs w:val="24"/>
        </w:rPr>
      </w:pPr>
      <w:r w:rsidRPr="00A17839">
        <w:rPr>
          <w:rFonts w:ascii="Times New Roman" w:hAnsi="Times New Roman"/>
          <w:sz w:val="24"/>
          <w:szCs w:val="24"/>
        </w:rPr>
        <w:t xml:space="preserve">    </w:t>
      </w:r>
      <w:r w:rsidRPr="00A17839">
        <w:rPr>
          <w:rFonts w:ascii="Times New Roman" w:hAnsi="Times New Roman"/>
          <w:sz w:val="24"/>
          <w:szCs w:val="24"/>
          <w:lang w:val="sr-Cyrl-CS"/>
        </w:rPr>
        <w:t xml:space="preserve">Партија </w:t>
      </w:r>
      <w:r w:rsidRPr="00A17839">
        <w:rPr>
          <w:rFonts w:ascii="Times New Roman" w:hAnsi="Times New Roman"/>
          <w:sz w:val="24"/>
          <w:szCs w:val="24"/>
          <w:lang/>
        </w:rPr>
        <w:t>1</w:t>
      </w:r>
      <w:r w:rsidRPr="00A1783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A17839">
        <w:rPr>
          <w:rFonts w:ascii="Times New Roman" w:hAnsi="Times New Roman"/>
          <w:sz w:val="24"/>
          <w:szCs w:val="24"/>
        </w:rPr>
        <w:t xml:space="preserve">Ревалоризација пројекта за реконструкцију водоводне мреже у улици Моравској и Братујевачкој </w:t>
      </w:r>
      <w:r w:rsidRPr="00A17839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E774E1" w:rsidRPr="00A17839" w:rsidRDefault="00E774E1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E774E1" w:rsidRDefault="00E774E1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A17839">
        <w:rPr>
          <w:rFonts w:ascii="Times New Roman" w:hAnsi="Times New Roman"/>
          <w:sz w:val="24"/>
          <w:szCs w:val="24"/>
        </w:rPr>
        <w:t>За потребе инвеститора потребно је извршити Ревалоризацију пројекта за реконструкцију водоводне мреже у улици Моравској и Братујевачкој.</w:t>
      </w:r>
    </w:p>
    <w:p w:rsidR="00E774E1" w:rsidRPr="00A17839" w:rsidRDefault="00E774E1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E774E1" w:rsidRPr="00A17839" w:rsidRDefault="00E774E1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A17839">
        <w:rPr>
          <w:rFonts w:ascii="Times New Roman" w:hAnsi="Times New Roman"/>
          <w:sz w:val="24"/>
          <w:szCs w:val="24"/>
        </w:rPr>
        <w:t>Пројекат за извођење водоводне мреже у Моравској и Братујевачкој улици на кп. Бр. 6194/300, 1858, 1746/1, 1755/9, 1857/1 КО Неготин, урађен је јуна 2021.године.</w:t>
      </w:r>
    </w:p>
    <w:p w:rsidR="00E774E1" w:rsidRPr="00A17839" w:rsidRDefault="00E774E1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A17839">
        <w:rPr>
          <w:rFonts w:ascii="Times New Roman" w:hAnsi="Times New Roman"/>
          <w:sz w:val="24"/>
          <w:szCs w:val="24"/>
        </w:rPr>
        <w:t>Предрачунска вредност радова износи 9.934.351,00 динара без ПДВ-а</w:t>
      </w:r>
    </w:p>
    <w:p w:rsidR="00E774E1" w:rsidRDefault="00E774E1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E774E1" w:rsidRDefault="00E774E1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E774E1" w:rsidRDefault="00E774E1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E774E1" w:rsidRDefault="00E774E1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E774E1" w:rsidRDefault="00E774E1" w:rsidP="008F55B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sectPr w:rsidR="00E774E1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035"/>
    <w:multiLevelType w:val="hybridMultilevel"/>
    <w:tmpl w:val="3A1E0A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76D"/>
    <w:rsid w:val="00001FDF"/>
    <w:rsid w:val="000B7764"/>
    <w:rsid w:val="002260E3"/>
    <w:rsid w:val="00234E04"/>
    <w:rsid w:val="002A46FE"/>
    <w:rsid w:val="002A6F1E"/>
    <w:rsid w:val="00387695"/>
    <w:rsid w:val="003E5CC0"/>
    <w:rsid w:val="0043176D"/>
    <w:rsid w:val="004659F6"/>
    <w:rsid w:val="004B37AA"/>
    <w:rsid w:val="00512CB8"/>
    <w:rsid w:val="006B1BD5"/>
    <w:rsid w:val="00753218"/>
    <w:rsid w:val="007C6782"/>
    <w:rsid w:val="008C6EF0"/>
    <w:rsid w:val="008F55BF"/>
    <w:rsid w:val="009059EB"/>
    <w:rsid w:val="00A17839"/>
    <w:rsid w:val="00B0096A"/>
    <w:rsid w:val="00B1316E"/>
    <w:rsid w:val="00B45645"/>
    <w:rsid w:val="00BA2518"/>
    <w:rsid w:val="00BF2579"/>
    <w:rsid w:val="00C052F8"/>
    <w:rsid w:val="00CD57B5"/>
    <w:rsid w:val="00D265BB"/>
    <w:rsid w:val="00D47211"/>
    <w:rsid w:val="00E3624B"/>
    <w:rsid w:val="00E57A3F"/>
    <w:rsid w:val="00E774E1"/>
    <w:rsid w:val="00EC23B2"/>
    <w:rsid w:val="00ED2710"/>
    <w:rsid w:val="00EE20D5"/>
    <w:rsid w:val="00EF0EBD"/>
    <w:rsid w:val="00F501C3"/>
    <w:rsid w:val="00F5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76D"/>
    <w:pPr>
      <w:spacing w:after="200" w:line="276" w:lineRule="auto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176D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55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68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91</Words>
  <Characters>522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Образац спецификације услуга      </dc:title>
  <dc:subject/>
  <dc:creator>Korisnik</dc:creator>
  <cp:keywords/>
  <dc:description/>
  <cp:lastModifiedBy>Windows User</cp:lastModifiedBy>
  <cp:revision>10</cp:revision>
  <dcterms:created xsi:type="dcterms:W3CDTF">2022-02-24T10:15:00Z</dcterms:created>
  <dcterms:modified xsi:type="dcterms:W3CDTF">2022-08-24T12:02:00Z</dcterms:modified>
</cp:coreProperties>
</file>