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A74" w:rsidRDefault="00533A74" w:rsidP="00471D01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СПЕЦИФИКАЦИЈА УСЛУГА</w:t>
      </w:r>
    </w:p>
    <w:p w:rsidR="00533A74" w:rsidRDefault="00533A74" w:rsidP="00471D01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533A74" w:rsidRPr="000E5E5F" w:rsidRDefault="00533A74" w:rsidP="00CE3A2F">
      <w:pPr>
        <w:jc w:val="center"/>
        <w:rPr>
          <w:b/>
        </w:rPr>
      </w:pPr>
      <w:r w:rsidRPr="000E5E5F">
        <w:rPr>
          <w:b/>
        </w:rPr>
        <w:t xml:space="preserve">СПЕЦИФИКАЦИЈА  ПОТРЕБНИХ АУТОБУСА </w:t>
      </w:r>
      <w:r>
        <w:rPr>
          <w:b/>
        </w:rPr>
        <w:t>Н</w:t>
      </w:r>
      <w:r w:rsidRPr="000E5E5F">
        <w:rPr>
          <w:b/>
        </w:rPr>
        <w:t>А ИМЕ ПРЕВОЗА УЧЕСНИКА МАНИФЕСТАЦИЈЕ „МИХОЉСКИ СУСРТИ СЕЛА“  У ЈАБУКОВЦУ</w:t>
      </w:r>
    </w:p>
    <w:p w:rsidR="00533A74" w:rsidRPr="000E5E5F" w:rsidRDefault="00533A74" w:rsidP="00CE3A2F">
      <w:pPr>
        <w:jc w:val="center"/>
        <w:rPr>
          <w:b/>
        </w:rPr>
      </w:pPr>
      <w:r w:rsidRPr="000E5E5F">
        <w:rPr>
          <w:b/>
        </w:rPr>
        <w:t>ДАНА 27.11.2022.</w:t>
      </w:r>
    </w:p>
    <w:p w:rsidR="00533A74" w:rsidRDefault="00533A74" w:rsidP="00CE3A2F"/>
    <w:p w:rsidR="00533A74" w:rsidRDefault="00533A74" w:rsidP="00CE3A2F">
      <w:r>
        <w:t>БРОЈ АУТОБУСА: 1</w:t>
      </w:r>
    </w:p>
    <w:p w:rsidR="00533A74" w:rsidRDefault="00533A74" w:rsidP="00CE3A2F">
      <w:r>
        <w:t>УКУПАН БРОЈ ПУТНИКА –ДО 30</w:t>
      </w:r>
    </w:p>
    <w:p w:rsidR="00533A74" w:rsidRDefault="00533A74" w:rsidP="00CE3A2F">
      <w:r>
        <w:t xml:space="preserve">РЕЛАЦИЈА: </w:t>
      </w:r>
    </w:p>
    <w:p w:rsidR="00533A74" w:rsidRDefault="00533A74" w:rsidP="00CE3A2F">
      <w:pPr>
        <w:rPr>
          <w:b/>
        </w:rPr>
      </w:pPr>
      <w:r>
        <w:rPr>
          <w:b/>
        </w:rPr>
        <w:t>НЕГОТИН</w:t>
      </w:r>
      <w:r>
        <w:t xml:space="preserve"> (превоз </w:t>
      </w:r>
      <w:r w:rsidRPr="00AC7DB8">
        <w:t>Хора Храма Свете Тројице</w:t>
      </w:r>
      <w:r>
        <w:t xml:space="preserve"> и просветних радника ОШ „ Јован Јовановић Змај“) / </w:t>
      </w:r>
      <w:r w:rsidRPr="005A3B3E">
        <w:rPr>
          <w:b/>
        </w:rPr>
        <w:t>ЈАБУКОВАЦ</w:t>
      </w:r>
      <w:r>
        <w:rPr>
          <w:b/>
        </w:rPr>
        <w:t xml:space="preserve"> (</w:t>
      </w:r>
      <w:r w:rsidRPr="005A3B3E">
        <w:t xml:space="preserve"> </w:t>
      </w:r>
      <w:r>
        <w:t xml:space="preserve">место одржавања Манифестције) </w:t>
      </w:r>
      <w:r w:rsidRPr="00AC7DB8">
        <w:rPr>
          <w:b/>
        </w:rPr>
        <w:t>И  ОБРАТНО</w:t>
      </w:r>
    </w:p>
    <w:p w:rsidR="00533A74" w:rsidRDefault="00533A74" w:rsidP="00CE3A2F">
      <w:pPr>
        <w:rPr>
          <w:b/>
        </w:rPr>
      </w:pPr>
      <w:r>
        <w:rPr>
          <w:b/>
        </w:rPr>
        <w:t>НАПОМЕНА:</w:t>
      </w:r>
    </w:p>
    <w:p w:rsidR="00533A74" w:rsidRDefault="00533A74" w:rsidP="00CE3A2F">
      <w:pPr>
        <w:rPr>
          <w:b/>
        </w:rPr>
      </w:pPr>
      <w:r>
        <w:rPr>
          <w:b/>
        </w:rPr>
        <w:t>АУТОБУС МОРА СТИЋИ У ЈАБУКОВАЦ НАЈКАСНИЈЕ  ДО 7.30 САТИ;</w:t>
      </w:r>
    </w:p>
    <w:p w:rsidR="00533A74" w:rsidRDefault="00533A74" w:rsidP="00CE3A2F">
      <w:pPr>
        <w:rPr>
          <w:b/>
        </w:rPr>
      </w:pPr>
      <w:r>
        <w:rPr>
          <w:b/>
        </w:rPr>
        <w:t>ПОВРАТАК ИЗ ЈАБУКОВЦА ДО 14.00 САТИ</w:t>
      </w:r>
    </w:p>
    <w:p w:rsidR="00533A74" w:rsidRDefault="00533A74" w:rsidP="00CE3A2F">
      <w:pPr>
        <w:rPr>
          <w:b/>
        </w:rPr>
      </w:pPr>
    </w:p>
    <w:p w:rsidR="00533A74" w:rsidRDefault="00533A74" w:rsidP="00CE3A2F">
      <w:r>
        <w:t>БРОЈ АУТОБУСА: 1</w:t>
      </w:r>
    </w:p>
    <w:p w:rsidR="00533A74" w:rsidRDefault="00533A74" w:rsidP="00CE3A2F">
      <w:r>
        <w:t>УКУПАН БРОЈ ПУТНИКА –ДО 50</w:t>
      </w:r>
    </w:p>
    <w:p w:rsidR="00533A74" w:rsidRDefault="00533A74" w:rsidP="00CE3A2F">
      <w:r>
        <w:t xml:space="preserve">РЕЛАЦИЈА: </w:t>
      </w:r>
    </w:p>
    <w:p w:rsidR="00533A74" w:rsidRDefault="00533A74" w:rsidP="00CE3A2F">
      <w:r w:rsidRPr="005A3B3E">
        <w:rPr>
          <w:b/>
        </w:rPr>
        <w:t>КОБИШНИЦА</w:t>
      </w:r>
      <w:r>
        <w:t xml:space="preserve"> (превоз чланова КУД- „ВОЈА ЧУРИЋ) / </w:t>
      </w:r>
      <w:r w:rsidRPr="005A3B3E">
        <w:rPr>
          <w:b/>
        </w:rPr>
        <w:t>ШТУБИК</w:t>
      </w:r>
      <w:r>
        <w:t xml:space="preserve"> (превоз чланова </w:t>
      </w:r>
    </w:p>
    <w:p w:rsidR="00533A74" w:rsidRDefault="00533A74" w:rsidP="00CE3A2F">
      <w:r>
        <w:t xml:space="preserve">КУД „ПРЕРСТ“ ) /  </w:t>
      </w:r>
      <w:r w:rsidRPr="005A3B3E">
        <w:rPr>
          <w:b/>
        </w:rPr>
        <w:t>ЈАБУКОВАЦ</w:t>
      </w:r>
      <w:r>
        <w:rPr>
          <w:b/>
        </w:rPr>
        <w:t xml:space="preserve"> (</w:t>
      </w:r>
      <w:r w:rsidRPr="005A3B3E">
        <w:t xml:space="preserve"> </w:t>
      </w:r>
      <w:r>
        <w:t xml:space="preserve">место одржавања Манифестције) </w:t>
      </w:r>
      <w:r w:rsidRPr="00AC7DB8">
        <w:rPr>
          <w:b/>
        </w:rPr>
        <w:t>И  ОБРАТНО</w:t>
      </w:r>
    </w:p>
    <w:p w:rsidR="00533A74" w:rsidRDefault="00533A74" w:rsidP="00CE3A2F">
      <w:pPr>
        <w:rPr>
          <w:b/>
        </w:rPr>
      </w:pPr>
      <w:r>
        <w:rPr>
          <w:b/>
        </w:rPr>
        <w:t>НАПОМЕНА:</w:t>
      </w:r>
    </w:p>
    <w:p w:rsidR="00533A74" w:rsidRDefault="00533A74" w:rsidP="00CE3A2F">
      <w:pPr>
        <w:rPr>
          <w:b/>
        </w:rPr>
      </w:pPr>
      <w:r>
        <w:rPr>
          <w:b/>
        </w:rPr>
        <w:t>АУТОБУС МОРА СТИЋИ У ЈАБУКОВАЦ НАЈКАСНИЈЕ  ДО 17.00 САТИ</w:t>
      </w:r>
    </w:p>
    <w:p w:rsidR="00533A74" w:rsidRDefault="00533A74" w:rsidP="00CE3A2F">
      <w:pPr>
        <w:rPr>
          <w:b/>
        </w:rPr>
      </w:pPr>
      <w:r>
        <w:rPr>
          <w:b/>
        </w:rPr>
        <w:t>ПОВРАТАК ИЗ ЈАБУКОВЦА ДО 00.00 САТИ</w:t>
      </w:r>
    </w:p>
    <w:p w:rsidR="00533A74" w:rsidRDefault="00533A74" w:rsidP="00CE3A2F"/>
    <w:p w:rsidR="00533A74" w:rsidRDefault="00533A74" w:rsidP="00CE3A2F">
      <w:r>
        <w:t>БРОЈ АУТОБУСА: 1</w:t>
      </w:r>
    </w:p>
    <w:p w:rsidR="00533A74" w:rsidRDefault="00533A74" w:rsidP="00CE3A2F">
      <w:r>
        <w:t>УКУПАН БРОЈ ПУТНИКА –ДО 50</w:t>
      </w:r>
    </w:p>
    <w:p w:rsidR="00533A74" w:rsidRDefault="00533A74" w:rsidP="00CE3A2F">
      <w:r>
        <w:t xml:space="preserve">РЕЛАЦИЈА: </w:t>
      </w:r>
    </w:p>
    <w:p w:rsidR="00533A74" w:rsidRDefault="00533A74" w:rsidP="00CE3A2F">
      <w:r>
        <w:rPr>
          <w:b/>
        </w:rPr>
        <w:t>БУКОВЧЕ</w:t>
      </w:r>
      <w:r>
        <w:t xml:space="preserve"> (превоз чланова КУД- „ДИМИТРИЈЕ БЕЛИВАКИЋ) / </w:t>
      </w:r>
    </w:p>
    <w:p w:rsidR="00533A74" w:rsidRDefault="00533A74" w:rsidP="00CE3A2F">
      <w:r>
        <w:rPr>
          <w:b/>
        </w:rPr>
        <w:t>ЈАСЕНИЦА</w:t>
      </w:r>
      <w:r>
        <w:t xml:space="preserve"> (превоз чланова  КУД „ЖИВОРАД ПЕТРОВИЋ-ДУДИЋ“ ) / </w:t>
      </w:r>
    </w:p>
    <w:p w:rsidR="00533A74" w:rsidRDefault="00533A74" w:rsidP="00CE3A2F">
      <w:pPr>
        <w:rPr>
          <w:b/>
        </w:rPr>
      </w:pPr>
      <w:r w:rsidRPr="005A3B3E">
        <w:rPr>
          <w:b/>
        </w:rPr>
        <w:t>ЈАБУКОВАЦ</w:t>
      </w:r>
      <w:r>
        <w:rPr>
          <w:b/>
        </w:rPr>
        <w:t xml:space="preserve"> (</w:t>
      </w:r>
      <w:r w:rsidRPr="005A3B3E">
        <w:t xml:space="preserve"> </w:t>
      </w:r>
      <w:r>
        <w:t xml:space="preserve">место одржавања Манифестције) </w:t>
      </w:r>
      <w:r w:rsidRPr="00AC7DB8">
        <w:rPr>
          <w:b/>
        </w:rPr>
        <w:t>И  ОБРАТНО</w:t>
      </w:r>
    </w:p>
    <w:p w:rsidR="00533A74" w:rsidRDefault="00533A74" w:rsidP="00CE3A2F">
      <w:pPr>
        <w:rPr>
          <w:b/>
        </w:rPr>
      </w:pPr>
      <w:r>
        <w:rPr>
          <w:b/>
        </w:rPr>
        <w:t>НАПОМЕНА:</w:t>
      </w:r>
    </w:p>
    <w:p w:rsidR="00533A74" w:rsidRDefault="00533A74" w:rsidP="00CE3A2F">
      <w:pPr>
        <w:rPr>
          <w:b/>
        </w:rPr>
      </w:pPr>
      <w:r>
        <w:rPr>
          <w:b/>
        </w:rPr>
        <w:t>АУТОБУС МОРА СТИЋИ У ЈАБУКОВАЦ НАЈКАСНИЈЕ  ДО 17.00 САТИ</w:t>
      </w:r>
    </w:p>
    <w:p w:rsidR="00533A74" w:rsidRDefault="00533A74" w:rsidP="00CE3A2F">
      <w:pPr>
        <w:rPr>
          <w:b/>
        </w:rPr>
      </w:pPr>
      <w:r>
        <w:rPr>
          <w:b/>
        </w:rPr>
        <w:t>ПОВРАТАК ИЗ ЈАБУКОВЦА ДО 00.00 САТИ</w:t>
      </w:r>
    </w:p>
    <w:p w:rsidR="00533A74" w:rsidRDefault="00533A74" w:rsidP="00CE3A2F">
      <w:pPr>
        <w:rPr>
          <w:b/>
        </w:rPr>
      </w:pPr>
    </w:p>
    <w:p w:rsidR="00533A74" w:rsidRDefault="00533A74" w:rsidP="00CE3A2F">
      <w:r>
        <w:t>БРОЈ АУТОБУСА: 1</w:t>
      </w:r>
    </w:p>
    <w:p w:rsidR="00533A74" w:rsidRDefault="00533A74" w:rsidP="00CE3A2F">
      <w:r>
        <w:t>УКУПАН БРОЈ ПУТНИКА –ДО 50</w:t>
      </w:r>
    </w:p>
    <w:p w:rsidR="00533A74" w:rsidRDefault="00533A74" w:rsidP="00CE3A2F">
      <w:r>
        <w:t xml:space="preserve">РЕЛАЦИЈА: </w:t>
      </w:r>
    </w:p>
    <w:p w:rsidR="00533A74" w:rsidRDefault="00533A74" w:rsidP="00CE3A2F">
      <w:r>
        <w:rPr>
          <w:b/>
        </w:rPr>
        <w:t>СИКОЛЕ</w:t>
      </w:r>
      <w:r>
        <w:t xml:space="preserve"> (превоз чланова КУД- „ЧУЧУК СТАНА) / </w:t>
      </w:r>
    </w:p>
    <w:p w:rsidR="00533A74" w:rsidRDefault="00533A74" w:rsidP="00CE3A2F">
      <w:r>
        <w:rPr>
          <w:b/>
        </w:rPr>
        <w:t>ШАРКМЕН</w:t>
      </w:r>
      <w:r>
        <w:t xml:space="preserve"> (превоз чланова  КУД „ВРЕЛО“ ) / </w:t>
      </w:r>
    </w:p>
    <w:p w:rsidR="00533A74" w:rsidRDefault="00533A74" w:rsidP="00CE3A2F">
      <w:pPr>
        <w:rPr>
          <w:b/>
        </w:rPr>
      </w:pPr>
      <w:r w:rsidRPr="005A3B3E">
        <w:rPr>
          <w:b/>
        </w:rPr>
        <w:t>ЈАБУКОВАЦ</w:t>
      </w:r>
      <w:r>
        <w:rPr>
          <w:b/>
        </w:rPr>
        <w:t xml:space="preserve"> (</w:t>
      </w:r>
      <w:r w:rsidRPr="005A3B3E">
        <w:t xml:space="preserve"> </w:t>
      </w:r>
      <w:r>
        <w:t xml:space="preserve">место одржавања Манифестције) </w:t>
      </w:r>
      <w:r w:rsidRPr="00AC7DB8">
        <w:rPr>
          <w:b/>
        </w:rPr>
        <w:t>И  ОБРАТНО</w:t>
      </w:r>
    </w:p>
    <w:p w:rsidR="00533A74" w:rsidRDefault="00533A74" w:rsidP="00CE3A2F">
      <w:pPr>
        <w:rPr>
          <w:b/>
        </w:rPr>
      </w:pPr>
      <w:r>
        <w:rPr>
          <w:b/>
        </w:rPr>
        <w:t>НАПОМЕНА:</w:t>
      </w:r>
    </w:p>
    <w:p w:rsidR="00533A74" w:rsidRDefault="00533A74" w:rsidP="00CE3A2F">
      <w:pPr>
        <w:rPr>
          <w:b/>
        </w:rPr>
      </w:pPr>
      <w:r>
        <w:rPr>
          <w:b/>
        </w:rPr>
        <w:t>АУТОБУС МОРА СТИЋИ У ЈАБУКОВАЦ НАЈКАСНИЈЕ  ДО 17.00 САТИ</w:t>
      </w:r>
    </w:p>
    <w:p w:rsidR="00533A74" w:rsidRDefault="00533A74" w:rsidP="00CE3A2F">
      <w:pPr>
        <w:rPr>
          <w:b/>
        </w:rPr>
      </w:pPr>
      <w:r>
        <w:rPr>
          <w:b/>
        </w:rPr>
        <w:t>ПОВРАТАК ИЗ ЈАБУКОВЦА ДО 00.00 САТИ</w:t>
      </w:r>
    </w:p>
    <w:p w:rsidR="00533A74" w:rsidRDefault="00533A74" w:rsidP="00CE3A2F">
      <w:pPr>
        <w:rPr>
          <w:b/>
        </w:rPr>
      </w:pPr>
    </w:p>
    <w:p w:rsidR="00533A74" w:rsidRPr="00BA7451" w:rsidRDefault="00533A74" w:rsidP="00CE3A2F">
      <w:pPr>
        <w:rPr>
          <w:b/>
        </w:rPr>
      </w:pPr>
      <w:r w:rsidRPr="000E5E5F">
        <w:rPr>
          <w:b/>
        </w:rPr>
        <w:t>УКУПАН БРОЈ ПОТРЕБНИХ АУТОБУСА</w:t>
      </w:r>
      <w:r>
        <w:rPr>
          <w:b/>
        </w:rPr>
        <w:t xml:space="preserve">: </w:t>
      </w:r>
      <w:r w:rsidRPr="000E5E5F">
        <w:rPr>
          <w:b/>
        </w:rPr>
        <w:t xml:space="preserve"> 4</w:t>
      </w:r>
    </w:p>
    <w:p w:rsidR="00533A74" w:rsidRDefault="00533A74" w:rsidP="001F48AD">
      <w:pPr>
        <w:spacing w:line="240" w:lineRule="auto"/>
        <w:jc w:val="both"/>
        <w:rPr>
          <w:b/>
        </w:rPr>
      </w:pPr>
      <w:r w:rsidRPr="00804B84">
        <w:t xml:space="preserve">  </w:t>
      </w:r>
      <w:r>
        <w:tab/>
      </w:r>
      <w:r>
        <w:tab/>
        <w:t xml:space="preserve"> </w:t>
      </w:r>
    </w:p>
    <w:p w:rsidR="00533A74" w:rsidRDefault="00533A74" w:rsidP="001F48AD">
      <w:pPr>
        <w:spacing w:line="240" w:lineRule="auto"/>
        <w:rPr>
          <w:b/>
        </w:rPr>
      </w:pPr>
    </w:p>
    <w:sectPr w:rsidR="00533A74" w:rsidSect="002A6F1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-360"/>
        </w:tabs>
        <w:ind w:left="7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-360"/>
        </w:tabs>
        <w:ind w:left="21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-360"/>
        </w:tabs>
        <w:ind w:left="36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-360"/>
        </w:tabs>
        <w:ind w:left="50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-360"/>
        </w:tabs>
        <w:ind w:left="64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-360"/>
        </w:tabs>
        <w:ind w:left="79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-360"/>
        </w:tabs>
        <w:ind w:left="93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-360"/>
        </w:tabs>
        <w:ind w:left="108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-360"/>
        </w:tabs>
        <w:ind w:left="1224" w:hanging="1584"/>
      </w:pPr>
      <w:rPr>
        <w:rFonts w:cs="Times New Roman"/>
      </w:rPr>
    </w:lvl>
  </w:abstractNum>
  <w:abstractNum w:abstractNumId="1">
    <w:nsid w:val="57052B4E"/>
    <w:multiLevelType w:val="hybridMultilevel"/>
    <w:tmpl w:val="B0DA22F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2FE49DC"/>
    <w:multiLevelType w:val="hybridMultilevel"/>
    <w:tmpl w:val="98C8A77C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7B2F"/>
    <w:rsid w:val="00017D6A"/>
    <w:rsid w:val="000B285A"/>
    <w:rsid w:val="000B754C"/>
    <w:rsid w:val="000E5E5F"/>
    <w:rsid w:val="001061C5"/>
    <w:rsid w:val="00113534"/>
    <w:rsid w:val="0016013E"/>
    <w:rsid w:val="001D7565"/>
    <w:rsid w:val="001F48AD"/>
    <w:rsid w:val="0020322D"/>
    <w:rsid w:val="002529CE"/>
    <w:rsid w:val="00273BA0"/>
    <w:rsid w:val="002A6F1E"/>
    <w:rsid w:val="002B2772"/>
    <w:rsid w:val="002E7DE8"/>
    <w:rsid w:val="00301D86"/>
    <w:rsid w:val="00385E81"/>
    <w:rsid w:val="00391833"/>
    <w:rsid w:val="00425F31"/>
    <w:rsid w:val="00446220"/>
    <w:rsid w:val="00460984"/>
    <w:rsid w:val="00471D01"/>
    <w:rsid w:val="00476BE2"/>
    <w:rsid w:val="00494AD6"/>
    <w:rsid w:val="004B3FC5"/>
    <w:rsid w:val="004E4E08"/>
    <w:rsid w:val="00533A74"/>
    <w:rsid w:val="005567D1"/>
    <w:rsid w:val="00561867"/>
    <w:rsid w:val="00566276"/>
    <w:rsid w:val="005933C3"/>
    <w:rsid w:val="005A3B3E"/>
    <w:rsid w:val="005E4916"/>
    <w:rsid w:val="00656F81"/>
    <w:rsid w:val="00711BBC"/>
    <w:rsid w:val="00735B95"/>
    <w:rsid w:val="00757CE5"/>
    <w:rsid w:val="007E630A"/>
    <w:rsid w:val="00804B84"/>
    <w:rsid w:val="008263FE"/>
    <w:rsid w:val="008E6C97"/>
    <w:rsid w:val="00985226"/>
    <w:rsid w:val="00990951"/>
    <w:rsid w:val="009C72BC"/>
    <w:rsid w:val="009E3219"/>
    <w:rsid w:val="00A77D89"/>
    <w:rsid w:val="00AC5910"/>
    <w:rsid w:val="00AC7DB8"/>
    <w:rsid w:val="00B854EF"/>
    <w:rsid w:val="00BA6293"/>
    <w:rsid w:val="00BA7451"/>
    <w:rsid w:val="00C1331A"/>
    <w:rsid w:val="00C54706"/>
    <w:rsid w:val="00CC7A1A"/>
    <w:rsid w:val="00CE3A2F"/>
    <w:rsid w:val="00D97B2F"/>
    <w:rsid w:val="00DA7D1D"/>
    <w:rsid w:val="00E12297"/>
    <w:rsid w:val="00E724F8"/>
    <w:rsid w:val="00E837D7"/>
    <w:rsid w:val="00EC2AC1"/>
    <w:rsid w:val="00EE7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F1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97B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2</Pages>
  <Words>217</Words>
  <Characters>1242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22</cp:revision>
  <dcterms:created xsi:type="dcterms:W3CDTF">2021-10-13T05:32:00Z</dcterms:created>
  <dcterms:modified xsi:type="dcterms:W3CDTF">2022-10-12T10:11:00Z</dcterms:modified>
</cp:coreProperties>
</file>