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964" w:rsidRPr="00DE7B1D" w:rsidRDefault="00FF2964" w:rsidP="009A7691">
      <w:pPr>
        <w:shd w:val="clear" w:color="auto" w:fill="C6D9F1"/>
        <w:ind w:right="45"/>
        <w:jc w:val="center"/>
        <w:rPr>
          <w:rFonts w:ascii="Arial" w:hAnsi="Arial" w:cs="Arial"/>
          <w:b/>
          <w:bCs/>
          <w:sz w:val="28"/>
          <w:szCs w:val="28"/>
          <w:lang/>
        </w:rPr>
      </w:pPr>
    </w:p>
    <w:p w:rsidR="00FF2964" w:rsidRPr="0013487B" w:rsidRDefault="00FF2964" w:rsidP="009A7691">
      <w:pPr>
        <w:shd w:val="clear" w:color="auto" w:fill="C6D9F1"/>
        <w:ind w:right="45"/>
        <w:jc w:val="center"/>
        <w:rPr>
          <w:b/>
          <w:bCs/>
          <w:color w:val="auto"/>
          <w:kern w:val="0"/>
          <w:lang w:val="sr-Cyrl-CS" w:eastAsia="sr-Latn-CS"/>
        </w:rPr>
      </w:pPr>
      <w:r w:rsidRPr="0013487B">
        <w:rPr>
          <w:b/>
          <w:bCs/>
          <w:lang w:val="sr-Cyrl-CS"/>
        </w:rPr>
        <w:t>МОДЕЛ УГОВОРА</w:t>
      </w:r>
    </w:p>
    <w:p w:rsidR="00FF2964" w:rsidRPr="0013487B" w:rsidRDefault="00FF2964" w:rsidP="009A7691">
      <w:pPr>
        <w:shd w:val="clear" w:color="auto" w:fill="C6D9F1"/>
        <w:ind w:right="45"/>
        <w:jc w:val="center"/>
        <w:rPr>
          <w:b/>
          <w:bCs/>
          <w:lang w:val="sr-Cyrl-CS"/>
        </w:rPr>
      </w:pPr>
      <w:r w:rsidRPr="0013487B">
        <w:rPr>
          <w:b/>
          <w:bCs/>
          <w:lang w:val="sr-Cyrl-CS"/>
        </w:rPr>
        <w:t>ЗА НАБАВКУ ДОБАРА – АДРЕСНЕ ТАБЛЕ И</w:t>
      </w:r>
      <w:r w:rsidRPr="0013487B">
        <w:rPr>
          <w:b/>
          <w:bCs/>
          <w:lang/>
        </w:rPr>
        <w:t xml:space="preserve"> </w:t>
      </w:r>
      <w:r w:rsidRPr="0013487B">
        <w:rPr>
          <w:b/>
          <w:bCs/>
          <w:lang w:val="sr-Cyrl-CS"/>
        </w:rPr>
        <w:t xml:space="preserve"> </w:t>
      </w:r>
      <w:r>
        <w:rPr>
          <w:b/>
          <w:bCs/>
          <w:lang/>
        </w:rPr>
        <w:t>ТАБЛИЦЕ КУЋНИХ БРОЈЕВА</w:t>
      </w:r>
    </w:p>
    <w:p w:rsidR="00FF2964" w:rsidRPr="0013487B" w:rsidRDefault="00FF2964" w:rsidP="009A7691">
      <w:pPr>
        <w:shd w:val="clear" w:color="auto" w:fill="C6D9F1"/>
        <w:ind w:right="45"/>
        <w:jc w:val="center"/>
        <w:rPr>
          <w:lang w:val="sr-Cyrl-CS" w:eastAsia="en-US"/>
        </w:rPr>
      </w:pPr>
    </w:p>
    <w:p w:rsidR="00FF2964" w:rsidRPr="0013487B" w:rsidRDefault="00FF2964" w:rsidP="009A7691">
      <w:pPr>
        <w:ind w:firstLine="360"/>
        <w:jc w:val="both"/>
        <w:rPr>
          <w:lang w:val="ru-RU" w:eastAsia="sr-Latn-CS"/>
        </w:rPr>
      </w:pPr>
    </w:p>
    <w:p w:rsidR="00FF2964" w:rsidRPr="0013487B" w:rsidRDefault="00FF2964" w:rsidP="009A7691">
      <w:pPr>
        <w:ind w:firstLine="360"/>
        <w:jc w:val="both"/>
        <w:rPr>
          <w:lang/>
        </w:rPr>
      </w:pPr>
      <w:r w:rsidRPr="0013487B">
        <w:rPr>
          <w:lang w:val="ru-RU"/>
        </w:rPr>
        <w:t>Закључен  између:</w:t>
      </w:r>
    </w:p>
    <w:p w:rsidR="00FF2964" w:rsidRPr="0013487B" w:rsidRDefault="00FF2964" w:rsidP="009A7691">
      <w:pPr>
        <w:jc w:val="both"/>
        <w:rPr>
          <w:b/>
          <w:bCs/>
          <w:lang w:val="ru-RU"/>
        </w:rPr>
      </w:pPr>
    </w:p>
    <w:p w:rsidR="00FF2964" w:rsidRPr="0013487B" w:rsidRDefault="00FF2964" w:rsidP="009A7691">
      <w:pPr>
        <w:jc w:val="both"/>
        <w:rPr>
          <w:b/>
          <w:bCs/>
          <w:lang w:val="ru-RU"/>
        </w:rPr>
      </w:pPr>
    </w:p>
    <w:p w:rsidR="00FF2964" w:rsidRPr="0013487B" w:rsidRDefault="00FF2964" w:rsidP="009A7691">
      <w:pPr>
        <w:numPr>
          <w:ilvl w:val="0"/>
          <w:numId w:val="8"/>
        </w:numPr>
        <w:suppressAutoHyphens w:val="0"/>
        <w:autoSpaceDN w:val="0"/>
        <w:spacing w:after="200" w:line="240" w:lineRule="auto"/>
        <w:ind w:left="360"/>
        <w:jc w:val="both"/>
        <w:rPr>
          <w:i/>
          <w:iCs/>
          <w:lang w:val="ru-RU"/>
        </w:rPr>
      </w:pPr>
      <w:r w:rsidRPr="0013487B">
        <w:rPr>
          <w:lang w:val="sr-Cyrl-CS"/>
        </w:rPr>
        <w:t>ОПШТИНА НЕГОТИН, Трг Стевана Мокрањца број 1, ПИБ 100566475, МБ 07233345,</w:t>
      </w:r>
      <w:r w:rsidRPr="0013487B">
        <w:rPr>
          <w:lang/>
        </w:rPr>
        <w:t xml:space="preserve"> </w:t>
      </w:r>
      <w:r w:rsidRPr="0013487B">
        <w:rPr>
          <w:lang w:val="sr-Cyrl-CS"/>
        </w:rPr>
        <w:t>коју заступа председник општине Владимир Величковић, ( у даљем тексту : НАРУЧИЛАЦ)</w:t>
      </w:r>
      <w:r w:rsidRPr="0013487B">
        <w:rPr>
          <w:lang w:val="ru-RU"/>
        </w:rPr>
        <w:t xml:space="preserve">  с једне стране </w:t>
      </w:r>
    </w:p>
    <w:p w:rsidR="00FF2964" w:rsidRPr="0013487B" w:rsidRDefault="00FF2964" w:rsidP="009A7691">
      <w:pPr>
        <w:spacing w:after="200"/>
        <w:ind w:left="360"/>
        <w:jc w:val="both"/>
        <w:rPr>
          <w:i/>
          <w:iCs/>
          <w:lang w:val="ru-RU"/>
        </w:rPr>
      </w:pPr>
      <w:r w:rsidRPr="0013487B">
        <w:rPr>
          <w:b/>
          <w:lang/>
        </w:rPr>
        <w:t>и</w:t>
      </w:r>
    </w:p>
    <w:p w:rsidR="00FF2964" w:rsidRPr="0013487B" w:rsidRDefault="00FF2964" w:rsidP="009A7691">
      <w:pPr>
        <w:numPr>
          <w:ilvl w:val="0"/>
          <w:numId w:val="8"/>
        </w:numPr>
        <w:suppressAutoHyphens w:val="0"/>
        <w:autoSpaceDN w:val="0"/>
        <w:spacing w:after="200" w:line="240" w:lineRule="auto"/>
        <w:ind w:left="360"/>
        <w:jc w:val="both"/>
        <w:rPr>
          <w:i/>
          <w:iCs/>
          <w:lang w:val="ru-RU"/>
        </w:rPr>
      </w:pPr>
      <w:r w:rsidRPr="0013487B">
        <w:rPr>
          <w:lang w:val="ru-RU"/>
        </w:rPr>
        <w:t>_</w:t>
      </w:r>
      <w:r w:rsidRPr="0013487B">
        <w:rPr>
          <w:lang/>
        </w:rPr>
        <w:t>____________________________________</w:t>
      </w:r>
      <w:r w:rsidRPr="0013487B">
        <w:rPr>
          <w:lang w:val="ru-RU"/>
        </w:rPr>
        <w:t>______</w:t>
      </w:r>
      <w:r w:rsidRPr="0013487B">
        <w:rPr>
          <w:lang/>
        </w:rPr>
        <w:t>________</w:t>
      </w:r>
      <w:r w:rsidRPr="0013487B">
        <w:rPr>
          <w:lang w:val="ru-RU"/>
        </w:rPr>
        <w:t>_</w:t>
      </w:r>
      <w:r w:rsidRPr="0013487B">
        <w:rPr>
          <w:lang/>
        </w:rPr>
        <w:t>__</w:t>
      </w:r>
      <w:r w:rsidRPr="0013487B">
        <w:rPr>
          <w:lang w:val="ru-RU"/>
        </w:rPr>
        <w:t>, са седиштем у ___________________, улица____________________ бр._____, ПИБ: ___</w:t>
      </w:r>
      <w:r w:rsidRPr="0013487B">
        <w:rPr>
          <w:lang/>
        </w:rPr>
        <w:t>_</w:t>
      </w:r>
      <w:r w:rsidRPr="0013487B">
        <w:rPr>
          <w:lang/>
        </w:rPr>
        <w:t>__</w:t>
      </w:r>
      <w:r w:rsidRPr="0013487B">
        <w:rPr>
          <w:lang/>
        </w:rPr>
        <w:t>______</w:t>
      </w:r>
      <w:r w:rsidRPr="0013487B">
        <w:rPr>
          <w:lang w:val="ru-RU"/>
        </w:rPr>
        <w:t>, матични број: ____________,</w:t>
      </w:r>
      <w:r w:rsidRPr="0013487B">
        <w:rPr>
          <w:lang/>
        </w:rPr>
        <w:t xml:space="preserve"> текући</w:t>
      </w:r>
      <w:r w:rsidRPr="0013487B">
        <w:rPr>
          <w:lang w:val="ru-RU"/>
        </w:rPr>
        <w:t xml:space="preserve"> рачун бр.___________________,отворен код пословне банке ____</w:t>
      </w:r>
      <w:r w:rsidRPr="0013487B">
        <w:rPr>
          <w:lang/>
        </w:rPr>
        <w:t>____</w:t>
      </w:r>
      <w:r w:rsidRPr="0013487B">
        <w:rPr>
          <w:lang/>
        </w:rPr>
        <w:t>___</w:t>
      </w:r>
      <w:r w:rsidRPr="0013487B">
        <w:rPr>
          <w:lang/>
        </w:rPr>
        <w:t>________</w:t>
      </w:r>
      <w:r w:rsidRPr="0013487B">
        <w:rPr>
          <w:lang w:val="ru-RU"/>
        </w:rPr>
        <w:t>, кога заступа директор __</w:t>
      </w:r>
      <w:r w:rsidRPr="0013487B">
        <w:rPr>
          <w:lang/>
        </w:rPr>
        <w:t>________</w:t>
      </w:r>
      <w:r w:rsidRPr="0013487B">
        <w:rPr>
          <w:lang/>
        </w:rPr>
        <w:t>____</w:t>
      </w:r>
      <w:r w:rsidRPr="0013487B">
        <w:rPr>
          <w:lang/>
        </w:rPr>
        <w:t>_________</w:t>
      </w:r>
      <w:r w:rsidRPr="0013487B">
        <w:rPr>
          <w:lang w:val="ru-RU"/>
        </w:rPr>
        <w:t xml:space="preserve">, </w:t>
      </w:r>
      <w:r w:rsidRPr="0013487B">
        <w:rPr>
          <w:bCs/>
          <w:lang/>
        </w:rPr>
        <w:t xml:space="preserve">(у даљем тексту: </w:t>
      </w:r>
      <w:r w:rsidRPr="0013487B">
        <w:rPr>
          <w:bCs/>
          <w:lang/>
        </w:rPr>
        <w:t>Испоручилац</w:t>
      </w:r>
      <w:r w:rsidRPr="0013487B">
        <w:rPr>
          <w:lang/>
        </w:rPr>
        <w:t>)</w:t>
      </w:r>
      <w:r w:rsidRPr="0013487B">
        <w:rPr>
          <w:bCs/>
          <w:lang/>
        </w:rPr>
        <w:t>, с друге стране,</w:t>
      </w:r>
    </w:p>
    <w:p w:rsidR="00FF2964" w:rsidRDefault="00FF2964" w:rsidP="009A7691">
      <w:pPr>
        <w:spacing w:line="360" w:lineRule="auto"/>
        <w:ind w:left="90" w:right="-540" w:firstLine="270"/>
        <w:jc w:val="both"/>
        <w:rPr>
          <w:rFonts w:ascii="Arial" w:hAnsi="Arial" w:cs="Arial"/>
          <w:u w:val="single"/>
          <w:lang w:val="ru-RU"/>
        </w:rPr>
      </w:pPr>
    </w:p>
    <w:p w:rsidR="00FF2964" w:rsidRPr="0013487B" w:rsidRDefault="00FF2964" w:rsidP="009A7691">
      <w:pPr>
        <w:spacing w:line="360" w:lineRule="auto"/>
        <w:ind w:left="90" w:right="-540" w:firstLine="270"/>
        <w:jc w:val="both"/>
        <w:rPr>
          <w:u w:val="single"/>
          <w:lang w:val="ru-RU"/>
        </w:rPr>
      </w:pPr>
      <w:r w:rsidRPr="0013487B">
        <w:rPr>
          <w:u w:val="single"/>
          <w:lang w:val="ru-RU"/>
        </w:rPr>
        <w:t>Испоручилац ће део уговорених добара испоручити преко подизвођача:</w:t>
      </w:r>
    </w:p>
    <w:p w:rsidR="00FF2964" w:rsidRPr="0013487B" w:rsidRDefault="00FF2964" w:rsidP="009A7691">
      <w:pPr>
        <w:tabs>
          <w:tab w:val="left" w:pos="9900"/>
        </w:tabs>
        <w:spacing w:line="360" w:lineRule="auto"/>
        <w:ind w:left="90" w:right="-61"/>
        <w:rPr>
          <w:lang w:val="ru-RU"/>
        </w:rPr>
      </w:pPr>
      <w:r w:rsidRPr="0013487B">
        <w:rPr>
          <w:lang w:val="ru-RU"/>
        </w:rPr>
        <w:t>1.___________________________________,са седиштем___________________________, ПИБ________________, матични број____________________.</w:t>
      </w:r>
    </w:p>
    <w:p w:rsidR="00FF2964" w:rsidRPr="0013487B" w:rsidRDefault="00FF2964" w:rsidP="009A7691">
      <w:pPr>
        <w:tabs>
          <w:tab w:val="left" w:pos="9900"/>
        </w:tabs>
        <w:spacing w:line="360" w:lineRule="auto"/>
        <w:ind w:left="90" w:right="-540"/>
        <w:rPr>
          <w:lang w:val="ru-RU"/>
        </w:rPr>
      </w:pPr>
      <w:r w:rsidRPr="0013487B">
        <w:rPr>
          <w:lang w:val="ru-RU"/>
        </w:rPr>
        <w:t>2.___________________________________, са седиштем___________________________, ПИБ________________, матични број____________________.</w:t>
      </w:r>
    </w:p>
    <w:p w:rsidR="00FF2964" w:rsidRPr="0013487B" w:rsidRDefault="00FF2964" w:rsidP="009A7691">
      <w:pPr>
        <w:ind w:left="90" w:right="-540" w:firstLine="270"/>
        <w:rPr>
          <w:u w:val="single"/>
          <w:lang w:val="ru-RU"/>
        </w:rPr>
      </w:pPr>
    </w:p>
    <w:p w:rsidR="00FF2964" w:rsidRPr="0013487B" w:rsidRDefault="00FF2964" w:rsidP="009A7691">
      <w:pPr>
        <w:ind w:left="90" w:right="-540" w:firstLine="270"/>
        <w:rPr>
          <w:u w:val="single"/>
          <w:lang w:val="ru-RU"/>
        </w:rPr>
      </w:pPr>
      <w:r w:rsidRPr="0013487B">
        <w:rPr>
          <w:u w:val="single"/>
          <w:lang w:val="ru-RU"/>
        </w:rPr>
        <w:t>Односно у групи понуђача коју чине:</w:t>
      </w:r>
    </w:p>
    <w:p w:rsidR="00FF2964" w:rsidRPr="0013487B" w:rsidRDefault="00FF2964" w:rsidP="009A7691">
      <w:pPr>
        <w:ind w:left="90" w:right="-540" w:firstLine="270"/>
        <w:rPr>
          <w:u w:val="single"/>
          <w:lang w:val="ru-RU"/>
        </w:rPr>
      </w:pPr>
    </w:p>
    <w:p w:rsidR="00FF2964" w:rsidRPr="0013487B" w:rsidRDefault="00FF2964" w:rsidP="009A7691">
      <w:pPr>
        <w:tabs>
          <w:tab w:val="left" w:pos="9900"/>
        </w:tabs>
        <w:spacing w:line="360" w:lineRule="auto"/>
        <w:ind w:left="90" w:right="299"/>
        <w:rPr>
          <w:lang w:val="ru-RU"/>
        </w:rPr>
      </w:pPr>
      <w:r w:rsidRPr="0013487B">
        <w:rPr>
          <w:lang w:val="ru-RU"/>
        </w:rPr>
        <w:t>1.________________________________________,са седиштем____________________, ПИБ________________, матични број____________________.</w:t>
      </w:r>
    </w:p>
    <w:p w:rsidR="00FF2964" w:rsidRPr="0013487B" w:rsidRDefault="00FF2964" w:rsidP="009A7691">
      <w:pPr>
        <w:tabs>
          <w:tab w:val="left" w:pos="9900"/>
        </w:tabs>
        <w:spacing w:line="360" w:lineRule="auto"/>
        <w:ind w:left="90" w:right="-540"/>
        <w:rPr>
          <w:lang w:val="ru-RU"/>
        </w:rPr>
      </w:pPr>
      <w:r w:rsidRPr="0013487B">
        <w:rPr>
          <w:lang w:val="ru-RU"/>
        </w:rPr>
        <w:t>2.______________________________________, са седиштем___________________________, ПИБ________________, матични број____________________.</w:t>
      </w:r>
    </w:p>
    <w:p w:rsidR="00FF2964" w:rsidRDefault="00FF2964" w:rsidP="009A7691">
      <w:pPr>
        <w:ind w:left="360"/>
        <w:jc w:val="both"/>
        <w:rPr>
          <w:rFonts w:ascii="Arial" w:hAnsi="Arial" w:cs="Arial"/>
          <w:lang w:val="ru-RU"/>
        </w:rPr>
      </w:pPr>
    </w:p>
    <w:p w:rsidR="00FF2964" w:rsidRDefault="00FF2964" w:rsidP="009A7691">
      <w:pPr>
        <w:ind w:left="360"/>
        <w:jc w:val="both"/>
        <w:rPr>
          <w:rFonts w:ascii="Arial" w:hAnsi="Arial" w:cs="Arial"/>
          <w:lang/>
        </w:rPr>
      </w:pPr>
    </w:p>
    <w:p w:rsidR="00FF2964" w:rsidRPr="0013487B" w:rsidRDefault="00FF2964" w:rsidP="00542396">
      <w:pPr>
        <w:ind w:left="360" w:firstLine="348"/>
        <w:jc w:val="both"/>
        <w:rPr>
          <w:lang w:val="ru-RU"/>
        </w:rPr>
      </w:pP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ab/>
      </w:r>
      <w:r w:rsidRPr="0013487B">
        <w:rPr>
          <w:lang w:val="ru-RU"/>
        </w:rPr>
        <w:t>Уговорне стране сагласно констатују:</w:t>
      </w:r>
    </w:p>
    <w:p w:rsidR="00FF2964" w:rsidRPr="0013487B" w:rsidRDefault="00FF2964" w:rsidP="00542396">
      <w:pPr>
        <w:ind w:left="360" w:firstLine="348"/>
        <w:jc w:val="both"/>
        <w:rPr>
          <w:lang w:val="ru-RU"/>
        </w:rPr>
      </w:pPr>
    </w:p>
    <w:p w:rsidR="00FF2964" w:rsidRPr="0013487B" w:rsidRDefault="00FF2964" w:rsidP="00542396">
      <w:pPr>
        <w:jc w:val="both"/>
      </w:pPr>
      <w:r w:rsidRPr="0013487B">
        <w:rPr>
          <w:lang w:val="ru-RU"/>
        </w:rPr>
        <w:t xml:space="preserve">-   да је Наручилац спровео отворени поступак јавне набавке добара - Адресне табле и </w:t>
      </w:r>
      <w:r>
        <w:rPr>
          <w:lang/>
        </w:rPr>
        <w:t>таблица кућних бројева</w:t>
      </w:r>
      <w:r w:rsidRPr="0013487B">
        <w:rPr>
          <w:lang w:val="ru-RU"/>
        </w:rPr>
        <w:t xml:space="preserve">, </w:t>
      </w:r>
    </w:p>
    <w:p w:rsidR="00FF2964" w:rsidRPr="0013487B" w:rsidRDefault="00FF2964" w:rsidP="00542396">
      <w:pPr>
        <w:jc w:val="both"/>
        <w:rPr>
          <w:lang w:val="ru-RU"/>
        </w:rPr>
      </w:pPr>
      <w:r w:rsidRPr="0013487B">
        <w:rPr>
          <w:lang w:val="ru-RU"/>
        </w:rPr>
        <w:t>- да је Испоручилац доставио своју понуду број__________од __________ 202</w:t>
      </w:r>
      <w:r>
        <w:rPr>
          <w:lang/>
        </w:rPr>
        <w:t>2</w:t>
      </w:r>
      <w:r w:rsidRPr="0013487B">
        <w:rPr>
          <w:lang w:val="ru-RU"/>
        </w:rPr>
        <w:t xml:space="preserve">. године, која се налази у прилогу  и саставни је део уговора,                                                              </w:t>
      </w:r>
    </w:p>
    <w:p w:rsidR="00FF2964" w:rsidRPr="0013487B" w:rsidRDefault="00FF2964" w:rsidP="00542396">
      <w:pPr>
        <w:jc w:val="both"/>
        <w:rPr>
          <w:lang w:val="ru-RU"/>
        </w:rPr>
      </w:pPr>
      <w:r w:rsidRPr="0013487B">
        <w:rPr>
          <w:lang w:val="ru-RU"/>
        </w:rPr>
        <w:t xml:space="preserve">- да понуда Испоручиоца у потпуности одговара свему што је тражено конкурсном документацијом,                                                                                                                           </w:t>
      </w:r>
    </w:p>
    <w:p w:rsidR="00FF2964" w:rsidRPr="0013487B" w:rsidRDefault="00FF2964" w:rsidP="00930B77">
      <w:pPr>
        <w:jc w:val="both"/>
        <w:rPr>
          <w:lang w:val="ru-RU"/>
        </w:rPr>
      </w:pPr>
      <w:r w:rsidRPr="0013487B">
        <w:rPr>
          <w:lang w:val="ru-RU"/>
        </w:rPr>
        <w:t>- да је Наручилац у складу са Законом о јавним набавкама, на основу понуде Испоручиоца и Одлуке о додели уговора број__________од _________202</w:t>
      </w:r>
      <w:r w:rsidRPr="0013487B">
        <w:rPr>
          <w:lang/>
        </w:rPr>
        <w:t>2</w:t>
      </w:r>
      <w:r w:rsidRPr="0013487B">
        <w:rPr>
          <w:lang w:val="ru-RU"/>
        </w:rPr>
        <w:t>. године, изабрао понуђача ______________________________ из ___________________за набавку добара.</w:t>
      </w:r>
    </w:p>
    <w:p w:rsidR="00FF2964" w:rsidRPr="0013487B" w:rsidRDefault="00FF2964" w:rsidP="00930B77">
      <w:pPr>
        <w:jc w:val="both"/>
        <w:rPr>
          <w:b/>
          <w:lang w:val="ru-RU"/>
        </w:rPr>
      </w:pPr>
    </w:p>
    <w:p w:rsidR="00FF2964" w:rsidRPr="00C660EE" w:rsidRDefault="00FF2964" w:rsidP="009A7691">
      <w:pPr>
        <w:shd w:val="clear" w:color="auto" w:fill="FFFFFF"/>
        <w:spacing w:before="245"/>
        <w:ind w:right="45"/>
        <w:jc w:val="center"/>
        <w:rPr>
          <w:bCs/>
          <w:spacing w:val="-8"/>
          <w:lang w:eastAsia="sr-Cyrl-CS"/>
        </w:rPr>
      </w:pPr>
      <w:r w:rsidRPr="00C660EE">
        <w:rPr>
          <w:bCs/>
          <w:spacing w:val="-8"/>
          <w:lang w:val="sr-Cyrl-CS" w:eastAsia="sr-Cyrl-CS"/>
        </w:rPr>
        <w:t xml:space="preserve">Члан </w:t>
      </w:r>
      <w:r w:rsidRPr="00C660EE">
        <w:rPr>
          <w:bCs/>
          <w:spacing w:val="-8"/>
          <w:lang w:eastAsia="sr-Cyrl-CS"/>
        </w:rPr>
        <w:t>1.</w:t>
      </w:r>
    </w:p>
    <w:p w:rsidR="00FF2964" w:rsidRPr="00C660EE" w:rsidRDefault="00FF2964" w:rsidP="004D54FB">
      <w:pPr>
        <w:tabs>
          <w:tab w:val="left" w:pos="1080"/>
        </w:tabs>
        <w:jc w:val="both"/>
      </w:pPr>
      <w:r w:rsidRPr="00C660EE">
        <w:rPr>
          <w:spacing w:val="-6"/>
          <w:lang w:val="sr-Cyrl-CS" w:eastAsia="sr-Cyrl-CS"/>
        </w:rPr>
        <w:t xml:space="preserve">                 Предмет овог Уговора је </w:t>
      </w:r>
      <w:r w:rsidRPr="00C660EE">
        <w:rPr>
          <w:lang w:val="ru-RU"/>
        </w:rPr>
        <w:t xml:space="preserve">набавка добара - Адресне табле и </w:t>
      </w:r>
      <w:r w:rsidRPr="00C660EE">
        <w:rPr>
          <w:lang/>
        </w:rPr>
        <w:t>таблица кућних бројева</w:t>
      </w:r>
      <w:r w:rsidRPr="00C660EE">
        <w:rPr>
          <w:lang w:val="ru-RU"/>
        </w:rPr>
        <w:t xml:space="preserve"> </w:t>
      </w:r>
      <w:r w:rsidRPr="00C660EE">
        <w:rPr>
          <w:spacing w:val="-6"/>
          <w:lang w:val="sr-Cyrl-CS" w:eastAsia="sr-Cyrl-CS"/>
        </w:rPr>
        <w:t>у складу са Понудом Испоручиоца</w:t>
      </w:r>
      <w:r w:rsidRPr="00C660EE">
        <w:rPr>
          <w:lang w:val="sr-Cyrl-CS"/>
        </w:rPr>
        <w:t xml:space="preserve">  </w:t>
      </w:r>
      <w:r w:rsidRPr="00C660EE">
        <w:rPr>
          <w:spacing w:val="-16"/>
          <w:lang w:val="sr-Cyrl-CS" w:eastAsia="sr-Cyrl-CS"/>
        </w:rPr>
        <w:t>бр.</w:t>
      </w:r>
      <w:r w:rsidRPr="00C660EE">
        <w:rPr>
          <w:lang w:val="sr-Cyrl-CS" w:eastAsia="sr-Cyrl-CS"/>
        </w:rPr>
        <w:t xml:space="preserve"> __________ </w:t>
      </w:r>
      <w:r w:rsidRPr="00C660EE">
        <w:rPr>
          <w:spacing w:val="-10"/>
          <w:lang w:val="sr-Cyrl-CS" w:eastAsia="sr-Cyrl-CS"/>
        </w:rPr>
        <w:t>од</w:t>
      </w:r>
      <w:r w:rsidRPr="00C660EE">
        <w:rPr>
          <w:lang w:val="sr-Cyrl-CS" w:eastAsia="sr-Cyrl-CS"/>
        </w:rPr>
        <w:t xml:space="preserve"> _________</w:t>
      </w:r>
      <w:r w:rsidRPr="00C660EE">
        <w:rPr>
          <w:spacing w:val="-5"/>
          <w:lang w:eastAsia="sr-Cyrl-CS"/>
        </w:rPr>
        <w:t>.20</w:t>
      </w:r>
      <w:r w:rsidRPr="00C660EE">
        <w:rPr>
          <w:spacing w:val="-5"/>
          <w:lang w:eastAsia="sr-Cyrl-CS"/>
        </w:rPr>
        <w:t>22</w:t>
      </w:r>
      <w:r w:rsidRPr="00C660EE">
        <w:rPr>
          <w:spacing w:val="-5"/>
          <w:lang w:eastAsia="sr-Cyrl-CS"/>
        </w:rPr>
        <w:t xml:space="preserve">. </w:t>
      </w:r>
      <w:r w:rsidRPr="00C660EE">
        <w:rPr>
          <w:spacing w:val="-5"/>
          <w:lang w:val="sr-Cyrl-CS" w:eastAsia="sr-Cyrl-CS"/>
        </w:rPr>
        <w:t xml:space="preserve">године, </w:t>
      </w:r>
      <w:r w:rsidRPr="00C660EE">
        <w:rPr>
          <w:lang w:val="ru-RU"/>
        </w:rPr>
        <w:t>која чини саставни део овог уговора и у складу је са Спецификацијом добара.</w:t>
      </w:r>
    </w:p>
    <w:p w:rsidR="00FF2964" w:rsidRPr="00C660EE" w:rsidRDefault="00FF2964" w:rsidP="00892D32">
      <w:pPr>
        <w:spacing w:line="240" w:lineRule="atLeast"/>
        <w:jc w:val="both"/>
        <w:rPr>
          <w:color w:val="auto"/>
          <w:lang w:val="sr-Cyrl-CS"/>
        </w:rPr>
      </w:pPr>
      <w:r w:rsidRPr="00C660EE">
        <w:rPr>
          <w:color w:val="auto"/>
          <w:lang/>
        </w:rPr>
        <w:t xml:space="preserve">                 Испоручилац </w:t>
      </w:r>
      <w:r w:rsidRPr="00C660EE">
        <w:rPr>
          <w:color w:val="auto"/>
          <w:lang w:val="ru-RU"/>
        </w:rPr>
        <w:t>је</w:t>
      </w:r>
      <w:r w:rsidRPr="00C660EE">
        <w:rPr>
          <w:color w:val="auto"/>
          <w:lang/>
        </w:rPr>
        <w:t xml:space="preserve"> </w:t>
      </w:r>
      <w:r w:rsidRPr="00C660EE">
        <w:rPr>
          <w:color w:val="auto"/>
          <w:lang w:val="ru-RU"/>
        </w:rPr>
        <w:t>дужaн</w:t>
      </w:r>
      <w:r w:rsidRPr="00C660EE">
        <w:rPr>
          <w:color w:val="auto"/>
          <w:lang/>
        </w:rPr>
        <w:t xml:space="preserve"> </w:t>
      </w:r>
      <w:r w:rsidRPr="00C660EE">
        <w:rPr>
          <w:color w:val="auto"/>
          <w:lang w:val="ru-RU"/>
        </w:rPr>
        <w:t xml:space="preserve">дa </w:t>
      </w:r>
      <w:r w:rsidRPr="00C660EE">
        <w:rPr>
          <w:color w:val="auto"/>
          <w:lang/>
        </w:rPr>
        <w:t xml:space="preserve">Уговор који му Наручилац достави на потпис, </w:t>
      </w:r>
      <w:r w:rsidRPr="00C660EE">
        <w:rPr>
          <w:color w:val="auto"/>
          <w:lang w:val="ru-RU"/>
        </w:rPr>
        <w:t>потпише</w:t>
      </w:r>
      <w:r w:rsidRPr="00C660EE">
        <w:rPr>
          <w:color w:val="auto"/>
          <w:lang/>
        </w:rPr>
        <w:t xml:space="preserve"> и врати га Наручиоцу у року од 8 (осам) дана од дана пријем</w:t>
      </w:r>
      <w:r w:rsidRPr="00C660EE">
        <w:rPr>
          <w:color w:val="auto"/>
          <w:lang/>
        </w:rPr>
        <w:t>a</w:t>
      </w:r>
      <w:r w:rsidRPr="00C660EE">
        <w:rPr>
          <w:color w:val="auto"/>
          <w:lang/>
        </w:rPr>
        <w:t xml:space="preserve">. </w:t>
      </w:r>
    </w:p>
    <w:p w:rsidR="00FF2964" w:rsidRPr="00C660EE" w:rsidRDefault="00FF2964" w:rsidP="00892D32">
      <w:pPr>
        <w:spacing w:line="240" w:lineRule="atLeast"/>
        <w:jc w:val="both"/>
        <w:rPr>
          <w:color w:val="auto"/>
          <w:lang w:val="ru-RU"/>
        </w:rPr>
      </w:pPr>
      <w:r w:rsidRPr="00C660EE">
        <w:rPr>
          <w:color w:val="auto"/>
          <w:lang/>
        </w:rPr>
        <w:t xml:space="preserve">                 Уколико Испоручилац не поступи у датом року </w:t>
      </w:r>
      <w:r w:rsidRPr="00C660EE">
        <w:rPr>
          <w:color w:val="auto"/>
          <w:lang w:val="ru-RU"/>
        </w:rPr>
        <w:t>смaтрa</w:t>
      </w:r>
      <w:r w:rsidRPr="00C660EE">
        <w:rPr>
          <w:color w:val="auto"/>
          <w:lang/>
        </w:rPr>
        <w:t xml:space="preserve">ће се да </w:t>
      </w:r>
      <w:r w:rsidRPr="00C660EE">
        <w:rPr>
          <w:color w:val="auto"/>
          <w:lang w:val="ru-RU"/>
        </w:rPr>
        <w:t>одбија да закључи уговор о јавној набавци,</w:t>
      </w:r>
      <w:r w:rsidRPr="00C660EE">
        <w:rPr>
          <w:color w:val="auto"/>
          <w:lang/>
        </w:rPr>
        <w:t xml:space="preserve"> </w:t>
      </w:r>
      <w:r w:rsidRPr="00C660EE">
        <w:rPr>
          <w:color w:val="auto"/>
          <w:lang w:val="ru-RU"/>
        </w:rPr>
        <w:t>због</w:t>
      </w:r>
      <w:r w:rsidRPr="00C660EE">
        <w:rPr>
          <w:color w:val="auto"/>
          <w:lang/>
        </w:rPr>
        <w:t xml:space="preserve"> чега ће</w:t>
      </w:r>
      <w:r w:rsidRPr="00C660EE">
        <w:rPr>
          <w:color w:val="auto"/>
          <w:lang w:val="ru-RU"/>
        </w:rPr>
        <w:t xml:space="preserve"> </w:t>
      </w:r>
      <w:r w:rsidRPr="00C660EE">
        <w:rPr>
          <w:color w:val="auto"/>
          <w:lang/>
        </w:rPr>
        <w:t>Наручилац поступити у складу са чланом 152</w:t>
      </w:r>
      <w:r w:rsidRPr="00C660EE">
        <w:rPr>
          <w:color w:val="auto"/>
          <w:lang w:val="sr-Cyrl-CS"/>
        </w:rPr>
        <w:t>.</w:t>
      </w:r>
      <w:r w:rsidRPr="00C660EE">
        <w:rPr>
          <w:color w:val="auto"/>
          <w:lang/>
        </w:rPr>
        <w:t xml:space="preserve"> ЗЈН.</w:t>
      </w:r>
    </w:p>
    <w:p w:rsidR="00FF2964" w:rsidRPr="00C660EE" w:rsidRDefault="00FF2964" w:rsidP="00542396">
      <w:pPr>
        <w:shd w:val="clear" w:color="auto" w:fill="FFFFFF"/>
        <w:ind w:right="45"/>
        <w:jc w:val="both"/>
        <w:rPr>
          <w:i/>
          <w:iCs/>
          <w:spacing w:val="-8"/>
          <w:lang w:val="sr-Cyrl-CS" w:eastAsia="sr-Cyrl-CS"/>
        </w:rPr>
      </w:pPr>
    </w:p>
    <w:p w:rsidR="00FF2964" w:rsidRPr="00C660EE" w:rsidRDefault="00FF2964" w:rsidP="008F6688">
      <w:pPr>
        <w:shd w:val="clear" w:color="auto" w:fill="FFFFFF"/>
        <w:ind w:right="45"/>
        <w:jc w:val="center"/>
        <w:rPr>
          <w:spacing w:val="-8"/>
          <w:lang w:eastAsia="sr-Cyrl-CS"/>
        </w:rPr>
      </w:pPr>
      <w:r w:rsidRPr="00C660EE">
        <w:rPr>
          <w:bCs/>
          <w:spacing w:val="-8"/>
          <w:lang w:val="sr-Cyrl-CS" w:eastAsia="sr-Cyrl-CS"/>
        </w:rPr>
        <w:t xml:space="preserve">Члан </w:t>
      </w:r>
      <w:r w:rsidRPr="00C660EE">
        <w:rPr>
          <w:bCs/>
          <w:spacing w:val="-8"/>
          <w:lang w:eastAsia="sr-Cyrl-CS"/>
        </w:rPr>
        <w:t>2.</w:t>
      </w:r>
    </w:p>
    <w:p w:rsidR="00FF2964" w:rsidRPr="00C660EE" w:rsidRDefault="00FF2964" w:rsidP="00AA55C9">
      <w:pPr>
        <w:pStyle w:val="Default"/>
        <w:ind w:firstLine="708"/>
        <w:jc w:val="both"/>
        <w:rPr>
          <w:lang w:val="ru-RU"/>
        </w:rPr>
      </w:pPr>
      <w:r w:rsidRPr="00C660EE">
        <w:rPr>
          <w:lang w:val="sr-Cyrl-CS"/>
        </w:rPr>
        <w:t xml:space="preserve">     </w:t>
      </w:r>
      <w:r w:rsidRPr="00C660EE">
        <w:rPr>
          <w:lang w:val="ru-RU"/>
        </w:rPr>
        <w:t xml:space="preserve">Уговорне стране сагласно утврђују да укупна вредност испоручених добара – Адресне табле и </w:t>
      </w:r>
      <w:r w:rsidRPr="00C660EE">
        <w:rPr>
          <w:lang/>
        </w:rPr>
        <w:t>таблица кућних бројева</w:t>
      </w:r>
      <w:r w:rsidRPr="00C660EE">
        <w:rPr>
          <w:lang w:val="ru-RU"/>
        </w:rPr>
        <w:t xml:space="preserve"> износи </w:t>
      </w:r>
      <w:r w:rsidRPr="00C660EE">
        <w:t>______________</w:t>
      </w:r>
      <w:r w:rsidRPr="00C660EE">
        <w:rPr>
          <w:lang w:val="ru-RU"/>
        </w:rPr>
        <w:t xml:space="preserve"> динара без ПДВ-а, односно </w:t>
      </w:r>
      <w:r w:rsidRPr="00C660EE">
        <w:t>_____________</w:t>
      </w:r>
      <w:r w:rsidRPr="00C660EE">
        <w:rPr>
          <w:lang w:val="ru-RU"/>
        </w:rPr>
        <w:t xml:space="preserve"> динара са ПДВ-ом.  </w:t>
      </w:r>
    </w:p>
    <w:p w:rsidR="00FF2964" w:rsidRPr="00C660EE" w:rsidRDefault="00FF2964" w:rsidP="00AA55C9">
      <w:pPr>
        <w:pStyle w:val="Default"/>
        <w:ind w:firstLine="708"/>
        <w:jc w:val="both"/>
        <w:rPr>
          <w:lang w:val="ru-RU"/>
        </w:rPr>
      </w:pPr>
    </w:p>
    <w:p w:rsidR="00FF2964" w:rsidRPr="00C660EE" w:rsidRDefault="00FF2964" w:rsidP="00FD5156">
      <w:pPr>
        <w:jc w:val="center"/>
        <w:rPr>
          <w:bCs/>
          <w:spacing w:val="-7"/>
          <w:lang w:eastAsia="sr-Cyrl-CS"/>
        </w:rPr>
      </w:pPr>
      <w:r w:rsidRPr="00C660EE">
        <w:rPr>
          <w:bCs/>
          <w:spacing w:val="-7"/>
          <w:lang w:val="sr-Cyrl-CS" w:eastAsia="sr-Cyrl-CS"/>
        </w:rPr>
        <w:t xml:space="preserve">Члан </w:t>
      </w:r>
      <w:r w:rsidRPr="00C660EE">
        <w:rPr>
          <w:bCs/>
          <w:spacing w:val="-7"/>
          <w:lang w:eastAsia="sr-Cyrl-CS"/>
        </w:rPr>
        <w:t>3.</w:t>
      </w:r>
    </w:p>
    <w:p w:rsidR="00FF2964" w:rsidRPr="00C660EE" w:rsidRDefault="00FF2964" w:rsidP="006D3C71">
      <w:pPr>
        <w:jc w:val="both"/>
        <w:rPr>
          <w:bCs/>
          <w:lang/>
        </w:rPr>
      </w:pPr>
      <w:r w:rsidRPr="00C660EE">
        <w:rPr>
          <w:bCs/>
          <w:lang/>
        </w:rPr>
        <w:t>Рок и начин плаћања:</w:t>
      </w:r>
    </w:p>
    <w:p w:rsidR="00FF2964" w:rsidRDefault="00FF2964" w:rsidP="006D3C71">
      <w:pPr>
        <w:jc w:val="both"/>
        <w:rPr>
          <w:bCs/>
        </w:rPr>
      </w:pPr>
    </w:p>
    <w:p w:rsidR="00FF2964" w:rsidRDefault="00FF2964" w:rsidP="006D3C71">
      <w:pPr>
        <w:ind w:firstLine="720"/>
        <w:jc w:val="both"/>
        <w:rPr>
          <w:lang/>
        </w:rPr>
      </w:pPr>
      <w:r>
        <w:t>1.Авансно, у висини од 30% од укупне уговорене цене</w:t>
      </w:r>
      <w:r>
        <w:rPr>
          <w:lang/>
        </w:rPr>
        <w:t xml:space="preserve"> </w:t>
      </w:r>
      <w:r w:rsidRPr="00F2117D">
        <w:rPr>
          <w:lang w:val="sr-Cyrl-CS"/>
        </w:rPr>
        <w:t>на рачун добављача број</w:t>
      </w:r>
      <w:r w:rsidRPr="001526FD">
        <w:rPr>
          <w:lang w:val="sr-Cyrl-CS"/>
        </w:rPr>
        <w:t xml:space="preserve">: </w:t>
      </w:r>
      <w:r>
        <w:t>______________________</w:t>
      </w:r>
      <w:r w:rsidRPr="001526FD">
        <w:rPr>
          <w:lang/>
        </w:rPr>
        <w:t xml:space="preserve">код </w:t>
      </w:r>
      <w:r>
        <w:rPr>
          <w:lang/>
        </w:rPr>
        <w:t>_______________банке,</w:t>
      </w:r>
      <w:r>
        <w:t xml:space="preserve"> уз достављање следеће документације:</w:t>
      </w:r>
    </w:p>
    <w:p w:rsidR="00FF2964" w:rsidRPr="003F66BA" w:rsidRDefault="00FF2964" w:rsidP="006D3C71">
      <w:pPr>
        <w:ind w:firstLine="720"/>
        <w:jc w:val="both"/>
        <w:rPr>
          <w:lang/>
        </w:rPr>
      </w:pPr>
    </w:p>
    <w:p w:rsidR="00FF2964" w:rsidRDefault="00FF2964" w:rsidP="006D3C71">
      <w:pPr>
        <w:jc w:val="both"/>
      </w:pPr>
      <w:r>
        <w:t>-</w:t>
      </w:r>
      <w:r>
        <w:tab/>
        <w:t>предрачуна у износу аванса;</w:t>
      </w:r>
    </w:p>
    <w:p w:rsidR="00FF2964" w:rsidRDefault="00FF2964" w:rsidP="006D3C71">
      <w:pPr>
        <w:jc w:val="both"/>
      </w:pPr>
      <w:r>
        <w:t>-</w:t>
      </w:r>
      <w:r>
        <w:tab/>
      </w:r>
      <w:r>
        <w:rPr>
          <w:lang w:val="sr-Cyrl-CS"/>
        </w:rPr>
        <w:t>меницом за аванс са захтевом за регистрацију менице</w:t>
      </w:r>
      <w:r>
        <w:rPr>
          <w:lang/>
        </w:rPr>
        <w:t xml:space="preserve"> и менично писмо</w:t>
      </w:r>
      <w:r>
        <w:t>.</w:t>
      </w:r>
    </w:p>
    <w:p w:rsidR="00FF2964" w:rsidRDefault="00FF2964" w:rsidP="006D3C71">
      <w:pPr>
        <w:jc w:val="both"/>
        <w:rPr>
          <w:bCs/>
          <w:lang/>
        </w:rPr>
      </w:pPr>
    </w:p>
    <w:p w:rsidR="00FF2964" w:rsidRPr="00042C36" w:rsidRDefault="00FF2964" w:rsidP="006D3C71">
      <w:pPr>
        <w:jc w:val="both"/>
        <w:rPr>
          <w:bCs/>
          <w:lang/>
        </w:rPr>
      </w:pPr>
    </w:p>
    <w:p w:rsidR="00FF2964" w:rsidRDefault="00FF2964" w:rsidP="00C660EE">
      <w:pPr>
        <w:jc w:val="both"/>
        <w:rPr>
          <w:rFonts w:ascii="Arial" w:hAnsi="Arial" w:cs="Arial"/>
          <w:b/>
          <w:bCs/>
          <w:spacing w:val="-7"/>
          <w:lang w:eastAsia="sr-Cyrl-CS"/>
        </w:rPr>
      </w:pPr>
      <w:r>
        <w:rPr>
          <w:bCs/>
        </w:rPr>
        <w:t xml:space="preserve">2. </w:t>
      </w:r>
      <w:r w:rsidRPr="00F2117D">
        <w:rPr>
          <w:bCs/>
        </w:rPr>
        <w:t xml:space="preserve">Исплата </w:t>
      </w:r>
      <w:r>
        <w:rPr>
          <w:bCs/>
          <w:lang/>
        </w:rPr>
        <w:t>преосталог</w:t>
      </w:r>
      <w:r w:rsidRPr="00F2117D">
        <w:rPr>
          <w:bCs/>
        </w:rPr>
        <w:t xml:space="preserve"> износа </w:t>
      </w:r>
      <w:r w:rsidRPr="00F2117D">
        <w:rPr>
          <w:bCs/>
          <w:lang w:val="sr-Cyrl-CS"/>
        </w:rPr>
        <w:t>биће извршена у целости</w:t>
      </w:r>
      <w:r w:rsidRPr="00F2117D">
        <w:rPr>
          <w:lang w:val="sr-Cyrl-CS"/>
        </w:rPr>
        <w:t xml:space="preserve"> по </w:t>
      </w:r>
      <w:r>
        <w:rPr>
          <w:lang/>
        </w:rPr>
        <w:t xml:space="preserve">потписивању записника о примопредаји и </w:t>
      </w:r>
      <w:r w:rsidRPr="00F2117D">
        <w:rPr>
          <w:lang/>
        </w:rPr>
        <w:t>испостављ</w:t>
      </w:r>
      <w:r>
        <w:rPr>
          <w:lang/>
        </w:rPr>
        <w:t>ања фактуре</w:t>
      </w:r>
      <w:r w:rsidRPr="00F2117D">
        <w:rPr>
          <w:lang w:val="sr-Cyrl-CS"/>
        </w:rPr>
        <w:t xml:space="preserve">, у року од 45 дана </w:t>
      </w:r>
      <w:r>
        <w:rPr>
          <w:lang/>
        </w:rPr>
        <w:t xml:space="preserve">. </w:t>
      </w:r>
      <w:r w:rsidRPr="001526FD">
        <w:rPr>
          <w:bCs/>
          <w:lang w:val="sr-Cyrl-CS"/>
        </w:rPr>
        <w:t xml:space="preserve">       </w:t>
      </w:r>
    </w:p>
    <w:p w:rsidR="00FF2964" w:rsidRDefault="00FF2964" w:rsidP="00FD5156">
      <w:pPr>
        <w:jc w:val="center"/>
        <w:rPr>
          <w:rFonts w:ascii="Arial" w:hAnsi="Arial" w:cs="Arial"/>
          <w:b/>
          <w:bCs/>
          <w:spacing w:val="-7"/>
          <w:lang w:eastAsia="sr-Cyrl-CS"/>
        </w:rPr>
      </w:pPr>
    </w:p>
    <w:p w:rsidR="00FF2964" w:rsidRDefault="00FF2964" w:rsidP="00C660EE">
      <w:pPr>
        <w:pStyle w:val="Default"/>
        <w:ind w:firstLine="708"/>
        <w:jc w:val="both"/>
        <w:rPr>
          <w:lang w:val="sr-Cyrl-CS"/>
        </w:rPr>
      </w:pPr>
      <w:r>
        <w:t xml:space="preserve">                                                             </w:t>
      </w:r>
      <w:r>
        <w:rPr>
          <w:lang w:val="sr-Cyrl-CS"/>
        </w:rPr>
        <w:t xml:space="preserve">Члан </w:t>
      </w:r>
      <w:r>
        <w:rPr>
          <w:lang/>
        </w:rPr>
        <w:t>4</w:t>
      </w:r>
      <w:r>
        <w:rPr>
          <w:lang/>
        </w:rPr>
        <w:t>.</w:t>
      </w:r>
    </w:p>
    <w:p w:rsidR="00FF2964" w:rsidRPr="00E158C3" w:rsidRDefault="00FF2964" w:rsidP="008C7A8B">
      <w:pPr>
        <w:shd w:val="clear" w:color="auto" w:fill="FFFFFF"/>
        <w:spacing w:before="11"/>
        <w:ind w:right="45"/>
        <w:jc w:val="both"/>
        <w:rPr>
          <w:spacing w:val="-7"/>
          <w:lang w:val="sr-Cyrl-CS" w:eastAsia="sr-Cyrl-CS"/>
        </w:rPr>
      </w:pPr>
      <w:r w:rsidRPr="00E158C3">
        <w:rPr>
          <w:spacing w:val="-7"/>
          <w:lang w:val="sr-Cyrl-CS" w:eastAsia="sr-Cyrl-CS"/>
        </w:rPr>
        <w:t xml:space="preserve">                  Испоручилац је дужан да уговорена добра испоручи у року од </w:t>
      </w:r>
      <w:r w:rsidRPr="00E158C3">
        <w:rPr>
          <w:spacing w:val="-7"/>
          <w:lang w:eastAsia="sr-Cyrl-CS"/>
        </w:rPr>
        <w:t>45</w:t>
      </w:r>
      <w:r w:rsidRPr="00E158C3">
        <w:rPr>
          <w:spacing w:val="-7"/>
          <w:lang w:val="sr-Cyrl-CS" w:eastAsia="sr-Cyrl-CS"/>
        </w:rPr>
        <w:t xml:space="preserve"> (</w:t>
      </w:r>
      <w:r w:rsidRPr="00E158C3">
        <w:rPr>
          <w:spacing w:val="-7"/>
          <w:lang w:eastAsia="sr-Cyrl-CS"/>
        </w:rPr>
        <w:t>четрдесетпет</w:t>
      </w:r>
      <w:r w:rsidRPr="00E158C3">
        <w:rPr>
          <w:spacing w:val="-7"/>
          <w:lang w:val="sr-Cyrl-CS" w:eastAsia="sr-Cyrl-CS"/>
        </w:rPr>
        <w:t xml:space="preserve">) </w:t>
      </w:r>
      <w:r w:rsidRPr="00E158C3">
        <w:rPr>
          <w:spacing w:val="-7"/>
          <w:lang w:eastAsia="sr-Cyrl-CS"/>
        </w:rPr>
        <w:t>календарских</w:t>
      </w:r>
      <w:r w:rsidRPr="00E158C3">
        <w:rPr>
          <w:spacing w:val="-7"/>
          <w:lang w:val="sr-Cyrl-CS" w:eastAsia="sr-Cyrl-CS"/>
        </w:rPr>
        <w:t xml:space="preserve"> дана од дана закључења уговора</w:t>
      </w:r>
      <w:r w:rsidRPr="00E158C3">
        <w:rPr>
          <w:spacing w:val="-7"/>
          <w:lang w:eastAsia="sr-Cyrl-CS"/>
        </w:rPr>
        <w:t>, односно најкасније до 26.12.2022.год.</w:t>
      </w:r>
      <w:r w:rsidRPr="00E158C3">
        <w:rPr>
          <w:spacing w:val="-7"/>
          <w:lang w:val="sr-Cyrl-CS" w:eastAsia="sr-Cyrl-CS"/>
        </w:rPr>
        <w:t>, на адресу Наручиоца.</w:t>
      </w:r>
    </w:p>
    <w:p w:rsidR="00FF2964" w:rsidRDefault="00FF2964" w:rsidP="008C7A8B">
      <w:pPr>
        <w:shd w:val="clear" w:color="auto" w:fill="FFFFFF"/>
        <w:tabs>
          <w:tab w:val="left" w:pos="1080"/>
        </w:tabs>
        <w:spacing w:before="241"/>
        <w:ind w:right="45"/>
        <w:jc w:val="both"/>
        <w:rPr>
          <w:spacing w:val="-7"/>
          <w:lang w:eastAsia="sr-Cyrl-CS"/>
        </w:rPr>
      </w:pPr>
      <w:r w:rsidRPr="006D3AA0">
        <w:rPr>
          <w:bCs/>
          <w:spacing w:val="-7"/>
          <w:lang w:val="sr-Cyrl-CS" w:eastAsia="sr-Cyrl-CS"/>
        </w:rPr>
        <w:t xml:space="preserve">                 Запослена лица задужена за праћење реализације овог уговора су </w:t>
      </w:r>
      <w:r w:rsidRPr="006D3AA0">
        <w:rPr>
          <w:bCs/>
          <w:spacing w:val="-7"/>
          <w:lang w:eastAsia="sr-Cyrl-CS"/>
        </w:rPr>
        <w:t>комунални инспектори у Општинској управи општине Неготин</w:t>
      </w:r>
      <w:r w:rsidRPr="006D3AA0">
        <w:rPr>
          <w:spacing w:val="-7"/>
          <w:lang w:val="sr-Cyrl-CS" w:eastAsia="sr-Cyrl-CS"/>
        </w:rPr>
        <w:t>, које ће извршити квантитативни пријем испоручених таблица са кућним бројевима и потписати</w:t>
      </w:r>
      <w:r w:rsidRPr="00E158C3">
        <w:rPr>
          <w:spacing w:val="-7"/>
          <w:lang w:val="sr-Cyrl-CS" w:eastAsia="sr-Cyrl-CS"/>
        </w:rPr>
        <w:t xml:space="preserve"> </w:t>
      </w:r>
      <w:r w:rsidRPr="00E158C3">
        <w:rPr>
          <w:spacing w:val="-7"/>
          <w:lang w:eastAsia="sr-Cyrl-CS"/>
        </w:rPr>
        <w:t>записник о примопредаји</w:t>
      </w:r>
      <w:r w:rsidRPr="00E158C3">
        <w:rPr>
          <w:spacing w:val="-7"/>
          <w:lang w:val="sr-Cyrl-CS" w:eastAsia="sr-Cyrl-CS"/>
        </w:rPr>
        <w:t>.</w:t>
      </w:r>
    </w:p>
    <w:p w:rsidR="00FF2964" w:rsidRDefault="00FF2964" w:rsidP="008C7A8B">
      <w:pPr>
        <w:shd w:val="clear" w:color="auto" w:fill="FFFFFF"/>
        <w:tabs>
          <w:tab w:val="left" w:pos="1080"/>
        </w:tabs>
        <w:spacing w:before="241"/>
        <w:ind w:right="45"/>
        <w:jc w:val="both"/>
        <w:rPr>
          <w:spacing w:val="-7"/>
          <w:lang w:eastAsia="sr-Cyrl-CS"/>
        </w:rPr>
      </w:pPr>
    </w:p>
    <w:p w:rsidR="00FF2964" w:rsidRPr="00E158C3" w:rsidRDefault="00FF2964" w:rsidP="008C7A8B">
      <w:pPr>
        <w:shd w:val="clear" w:color="auto" w:fill="FFFFFF"/>
        <w:tabs>
          <w:tab w:val="left" w:pos="1080"/>
        </w:tabs>
        <w:spacing w:before="241"/>
        <w:ind w:right="45"/>
        <w:jc w:val="both"/>
        <w:rPr>
          <w:lang/>
        </w:rPr>
      </w:pPr>
    </w:p>
    <w:p w:rsidR="00FF2964" w:rsidRPr="00EC065A" w:rsidRDefault="00FF2964" w:rsidP="008C7A8B">
      <w:pPr>
        <w:shd w:val="clear" w:color="auto" w:fill="FFFFFF"/>
        <w:spacing w:before="234"/>
        <w:ind w:right="45"/>
        <w:jc w:val="center"/>
        <w:rPr>
          <w:bCs/>
          <w:spacing w:val="-7"/>
          <w:lang w:val="sr-Cyrl-CS" w:eastAsia="sr-Cyrl-CS"/>
        </w:rPr>
      </w:pPr>
      <w:r w:rsidRPr="00EC065A">
        <w:rPr>
          <w:bCs/>
          <w:spacing w:val="-7"/>
          <w:lang w:val="sr-Cyrl-CS" w:eastAsia="sr-Cyrl-CS"/>
        </w:rPr>
        <w:t xml:space="preserve">Члан </w:t>
      </w:r>
      <w:r w:rsidRPr="00EC065A">
        <w:rPr>
          <w:bCs/>
          <w:spacing w:val="-7"/>
          <w:lang w:eastAsia="sr-Cyrl-CS"/>
        </w:rPr>
        <w:t>5</w:t>
      </w:r>
      <w:r w:rsidRPr="00EC065A">
        <w:rPr>
          <w:bCs/>
          <w:spacing w:val="-7"/>
          <w:lang w:eastAsia="sr-Cyrl-CS"/>
        </w:rPr>
        <w:t>.</w:t>
      </w:r>
    </w:p>
    <w:p w:rsidR="00FF2964" w:rsidRPr="00EC065A" w:rsidRDefault="00FF2964" w:rsidP="006E36E4">
      <w:pPr>
        <w:pStyle w:val="Default"/>
        <w:jc w:val="both"/>
        <w:rPr>
          <w:bCs/>
          <w:lang w:val="ru-RU"/>
        </w:rPr>
      </w:pPr>
      <w:r w:rsidRPr="00EC065A">
        <w:rPr>
          <w:spacing w:val="-2"/>
          <w:lang w:val="sr-Cyrl-CS" w:eastAsia="sr-Cyrl-CS"/>
        </w:rPr>
        <w:t xml:space="preserve">                </w:t>
      </w:r>
      <w:r w:rsidRPr="00EC065A">
        <w:rPr>
          <w:bCs/>
          <w:lang w:val="ru-RU"/>
        </w:rPr>
        <w:t xml:space="preserve">Испоручена добра морају да одговарају утврђеним стандардима у складу са Уредбом о означавању назива насељених места, улица и тргова, означавању зграда кућним бројевима и вођењу регистра кућних бројева, улица и тргова и Правилником о адресном регистру. </w:t>
      </w:r>
    </w:p>
    <w:p w:rsidR="00FF2964" w:rsidRPr="00EC065A" w:rsidRDefault="00FF2964" w:rsidP="00F5448F">
      <w:pPr>
        <w:pStyle w:val="Default"/>
        <w:tabs>
          <w:tab w:val="left" w:pos="1080"/>
        </w:tabs>
        <w:jc w:val="both"/>
        <w:rPr>
          <w:bCs/>
          <w:lang w:val="ru-RU"/>
        </w:rPr>
      </w:pPr>
      <w:r w:rsidRPr="00EC065A">
        <w:rPr>
          <w:bCs/>
          <w:lang w:val="ru-RU"/>
        </w:rPr>
        <w:t xml:space="preserve">                Испоручилац одговара за квалитет испоручених </w:t>
      </w:r>
      <w:r w:rsidRPr="00EC065A">
        <w:rPr>
          <w:spacing w:val="-7"/>
          <w:lang w:val="sr-Cyrl-CS" w:eastAsia="sr-Cyrl-CS"/>
        </w:rPr>
        <w:t xml:space="preserve">таблица са кућним бројевима и табли са називима улица </w:t>
      </w:r>
      <w:r w:rsidRPr="00EC065A">
        <w:rPr>
          <w:bCs/>
          <w:lang w:val="ru-RU"/>
        </w:rPr>
        <w:t>.</w:t>
      </w:r>
    </w:p>
    <w:p w:rsidR="00FF2964" w:rsidRPr="00EC065A" w:rsidRDefault="00FF2964" w:rsidP="008C7A8B">
      <w:pPr>
        <w:shd w:val="clear" w:color="auto" w:fill="FFFFFF"/>
        <w:ind w:right="45"/>
        <w:jc w:val="both"/>
        <w:rPr>
          <w:rFonts w:ascii="Arial" w:hAnsi="Arial" w:cs="Arial"/>
          <w:color w:val="auto"/>
          <w:lang w:eastAsia="sr-Latn-CS"/>
        </w:rPr>
      </w:pPr>
    </w:p>
    <w:p w:rsidR="00FF2964" w:rsidRPr="00EC065A" w:rsidRDefault="00FF2964" w:rsidP="000E74A9">
      <w:pPr>
        <w:tabs>
          <w:tab w:val="left" w:pos="4320"/>
        </w:tabs>
        <w:jc w:val="center"/>
        <w:rPr>
          <w:bCs/>
          <w:spacing w:val="-7"/>
          <w:lang w:eastAsia="sr-Cyrl-CS"/>
        </w:rPr>
      </w:pPr>
      <w:r w:rsidRPr="00EC065A">
        <w:rPr>
          <w:bCs/>
          <w:spacing w:val="-7"/>
          <w:lang w:val="sr-Cyrl-CS" w:eastAsia="sr-Cyrl-CS"/>
        </w:rPr>
        <w:t xml:space="preserve">Члан </w:t>
      </w:r>
      <w:r w:rsidRPr="00EC065A">
        <w:rPr>
          <w:bCs/>
          <w:spacing w:val="-7"/>
          <w:lang w:eastAsia="sr-Cyrl-CS"/>
        </w:rPr>
        <w:t>6</w:t>
      </w:r>
      <w:r w:rsidRPr="00EC065A">
        <w:rPr>
          <w:bCs/>
          <w:spacing w:val="-7"/>
          <w:lang w:eastAsia="sr-Cyrl-CS"/>
        </w:rPr>
        <w:t>.</w:t>
      </w:r>
    </w:p>
    <w:p w:rsidR="00FF2964" w:rsidRPr="00EC065A" w:rsidRDefault="00FF2964" w:rsidP="00DB5C6C">
      <w:pPr>
        <w:pStyle w:val="NoSpacing"/>
        <w:tabs>
          <w:tab w:val="left" w:pos="1170"/>
          <w:tab w:val="left" w:pos="1260"/>
        </w:tabs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EC065A">
        <w:rPr>
          <w:rFonts w:ascii="Times New Roman" w:hAnsi="Times New Roman" w:cs="Times New Roman"/>
          <w:spacing w:val="-7"/>
          <w:lang w:val="sr-Cyrl-CS" w:eastAsia="sr-Cyrl-CS"/>
        </w:rPr>
        <w:t xml:space="preserve">                    </w:t>
      </w:r>
      <w:r w:rsidRPr="00EC065A">
        <w:rPr>
          <w:rFonts w:ascii="Times New Roman" w:hAnsi="Times New Roman" w:cs="Times New Roman"/>
          <w:bCs/>
          <w:sz w:val="24"/>
          <w:szCs w:val="24"/>
          <w:lang w:val="ru-RU"/>
        </w:rPr>
        <w:t>Испоручилац је у обавези да приликом закључења уговора Наручиоцу достави:</w:t>
      </w:r>
    </w:p>
    <w:p w:rsidR="00FF2964" w:rsidRPr="00EC065A" w:rsidRDefault="00FF2964" w:rsidP="000E74A9">
      <w:pPr>
        <w:numPr>
          <w:ilvl w:val="0"/>
          <w:numId w:val="10"/>
        </w:numPr>
        <w:ind w:left="420"/>
        <w:jc w:val="both"/>
        <w:rPr>
          <w:bCs/>
          <w:iCs/>
          <w:kern w:val="2"/>
          <w:lang w:val="sr-Cyrl-CS"/>
        </w:rPr>
      </w:pPr>
      <w:r w:rsidRPr="00EC065A">
        <w:rPr>
          <w:iCs/>
          <w:lang w:val="sr-Cyrl-CS"/>
        </w:rPr>
        <w:t>бланко сопствену меницу</w:t>
      </w:r>
      <w:r w:rsidRPr="00EC065A">
        <w:rPr>
          <w:iCs/>
        </w:rPr>
        <w:t xml:space="preserve"> за</w:t>
      </w:r>
      <w:r w:rsidRPr="00EC065A">
        <w:rPr>
          <w:iCs/>
          <w:sz w:val="22"/>
          <w:szCs w:val="22"/>
        </w:rPr>
        <w:t xml:space="preserve"> </w:t>
      </w:r>
      <w:r w:rsidRPr="00EC065A">
        <w:rPr>
          <w:lang w:val="ru-RU"/>
        </w:rPr>
        <w:t xml:space="preserve">испуњење уговорних обавеза - </w:t>
      </w:r>
      <w:r w:rsidRPr="00EC065A">
        <w:rPr>
          <w:bCs/>
          <w:iCs/>
          <w:kern w:val="2"/>
          <w:lang w:val="sr-Cyrl-CS"/>
        </w:rPr>
        <w:t>потписану и оверену печатом Испоручиоца у складу са картоном депонованих потписа, која се активира у случају да Испоручилац не реализује уговорену обавезу у свему како је одређено уговором;</w:t>
      </w:r>
    </w:p>
    <w:p w:rsidR="00FF2964" w:rsidRPr="00EC065A" w:rsidRDefault="00FF2964" w:rsidP="000E74A9">
      <w:pPr>
        <w:numPr>
          <w:ilvl w:val="0"/>
          <w:numId w:val="10"/>
        </w:numPr>
        <w:ind w:left="420"/>
        <w:jc w:val="both"/>
        <w:rPr>
          <w:bCs/>
          <w:iCs/>
          <w:kern w:val="2"/>
          <w:lang w:val="sr-Cyrl-CS"/>
        </w:rPr>
      </w:pPr>
      <w:r w:rsidRPr="00EC065A">
        <w:rPr>
          <w:bCs/>
          <w:iCs/>
          <w:kern w:val="2"/>
          <w:u w:val="single"/>
          <w:lang w:val="sr-Cyrl-CS"/>
        </w:rPr>
        <w:t>Менично писмо – овлашћење</w:t>
      </w:r>
      <w:r w:rsidRPr="00EC065A">
        <w:rPr>
          <w:bCs/>
          <w:iCs/>
          <w:kern w:val="2"/>
          <w:lang w:val="sr-Cyrl-CS"/>
        </w:rPr>
        <w:t xml:space="preserve"> да се меница </w:t>
      </w:r>
      <w:r w:rsidRPr="00EC065A">
        <w:rPr>
          <w:iCs/>
          <w:kern w:val="2"/>
          <w:lang w:val="sr-Cyrl-CS"/>
        </w:rPr>
        <w:t>у износу од 10% од укупне уговорене вредности без ПДВ-а</w:t>
      </w:r>
      <w:r w:rsidRPr="00EC065A">
        <w:rPr>
          <w:bCs/>
          <w:iCs/>
          <w:kern w:val="2"/>
          <w:lang w:val="sr-Cyrl-CS"/>
        </w:rPr>
        <w:t>, без сагласности Испоручиоца, може поднети на наплату у случају да изабрани Испоручилац не реализује уговорену обавезу у свему како је одређено уговором;</w:t>
      </w:r>
    </w:p>
    <w:p w:rsidR="00FF2964" w:rsidRPr="00EC065A" w:rsidRDefault="00FF2964" w:rsidP="000E74A9">
      <w:pPr>
        <w:numPr>
          <w:ilvl w:val="0"/>
          <w:numId w:val="10"/>
        </w:numPr>
        <w:ind w:left="420"/>
        <w:jc w:val="both"/>
        <w:rPr>
          <w:bCs/>
          <w:iCs/>
          <w:kern w:val="2"/>
          <w:lang w:val="sr-Cyrl-CS"/>
        </w:rPr>
      </w:pPr>
      <w:r w:rsidRPr="00EC065A">
        <w:rPr>
          <w:bCs/>
          <w:iCs/>
          <w:kern w:val="2"/>
          <w:u w:val="single"/>
          <w:lang w:val="sr-Cyrl-CS"/>
        </w:rPr>
        <w:t>Копију картона депонованих потписа овлашћеног лица код банке</w:t>
      </w:r>
      <w:r w:rsidRPr="00EC065A">
        <w:rPr>
          <w:bCs/>
          <w:iCs/>
          <w:kern w:val="2"/>
          <w:lang w:val="sr-Cyrl-CS"/>
        </w:rPr>
        <w:t>, на којој се јасно виде депоновани потпис и печат фирме Испоручиоца, оверена оригиналним печатом банке са датумом овере;</w:t>
      </w:r>
    </w:p>
    <w:p w:rsidR="00FF2964" w:rsidRPr="00EC065A" w:rsidRDefault="00FF2964" w:rsidP="000E74A9">
      <w:pPr>
        <w:numPr>
          <w:ilvl w:val="0"/>
          <w:numId w:val="10"/>
        </w:numPr>
        <w:ind w:left="420"/>
        <w:jc w:val="both"/>
        <w:rPr>
          <w:bCs/>
          <w:iCs/>
          <w:kern w:val="2"/>
          <w:lang w:val="sr-Cyrl-CS"/>
        </w:rPr>
      </w:pPr>
      <w:r w:rsidRPr="00EC065A">
        <w:rPr>
          <w:bCs/>
          <w:iCs/>
          <w:kern w:val="2"/>
          <w:u w:val="single"/>
          <w:lang w:val="sr-Cyrl-CS"/>
        </w:rPr>
        <w:t>Захтев за регистрацију меница</w:t>
      </w:r>
      <w:r w:rsidRPr="00EC065A">
        <w:rPr>
          <w:bCs/>
          <w:iCs/>
          <w:kern w:val="2"/>
          <w:lang w:val="sr-Cyrl-CS"/>
        </w:rPr>
        <w:t xml:space="preserve"> – оверен код банке, код које је Испоручилац регистровао меницу.</w:t>
      </w:r>
    </w:p>
    <w:p w:rsidR="00FF2964" w:rsidRPr="00EC065A" w:rsidRDefault="00FF2964" w:rsidP="000E74A9">
      <w:pPr>
        <w:ind w:left="420"/>
        <w:jc w:val="both"/>
        <w:rPr>
          <w:bCs/>
          <w:iCs/>
          <w:kern w:val="2"/>
          <w:lang w:val="sr-Cyrl-CS"/>
        </w:rPr>
      </w:pPr>
      <w:r w:rsidRPr="00EC065A">
        <w:rPr>
          <w:bCs/>
          <w:iCs/>
          <w:kern w:val="2"/>
          <w:lang w:val="sr-Cyrl-CS"/>
        </w:rPr>
        <w:t>Рок важења менице мора бити дужи 10 (десет) дана од истека рока за коначно испуње уговорних обавеза.</w:t>
      </w:r>
    </w:p>
    <w:p w:rsidR="00FF2964" w:rsidRPr="00EC065A" w:rsidRDefault="00FF2964" w:rsidP="00946BD0">
      <w:pPr>
        <w:tabs>
          <w:tab w:val="left" w:pos="1080"/>
        </w:tabs>
        <w:ind w:left="420"/>
        <w:jc w:val="both"/>
        <w:rPr>
          <w:rFonts w:ascii="Arial" w:hAnsi="Arial" w:cs="Arial"/>
          <w:bCs/>
          <w:iCs/>
          <w:kern w:val="2"/>
          <w:lang w:val="sr-Cyrl-CS"/>
        </w:rPr>
      </w:pPr>
      <w:r w:rsidRPr="00EC065A">
        <w:rPr>
          <w:rFonts w:ascii="Arial" w:hAnsi="Arial" w:cs="Arial"/>
          <w:bCs/>
          <w:iCs/>
          <w:kern w:val="2"/>
          <w:lang w:val="sr-Cyrl-CS"/>
        </w:rPr>
        <w:t xml:space="preserve"> </w:t>
      </w:r>
    </w:p>
    <w:p w:rsidR="00FF2964" w:rsidRPr="00EC065A" w:rsidRDefault="00FF2964" w:rsidP="000E74A9">
      <w:pPr>
        <w:tabs>
          <w:tab w:val="left" w:pos="4230"/>
          <w:tab w:val="left" w:pos="7290"/>
        </w:tabs>
        <w:ind w:left="-90" w:firstLine="1170"/>
        <w:jc w:val="both"/>
        <w:rPr>
          <w:bCs/>
          <w:spacing w:val="-6"/>
          <w:lang w:eastAsia="sr-Cyrl-CS"/>
        </w:rPr>
      </w:pPr>
      <w:r w:rsidRPr="00EC065A">
        <w:rPr>
          <w:rFonts w:ascii="Arial" w:hAnsi="Arial" w:cs="Arial"/>
          <w:bCs/>
          <w:spacing w:val="-6"/>
          <w:lang w:val="sr-Cyrl-CS" w:eastAsia="sr-Cyrl-CS"/>
        </w:rPr>
        <w:t xml:space="preserve">                                                   </w:t>
      </w:r>
      <w:r w:rsidRPr="00EC065A">
        <w:rPr>
          <w:bCs/>
          <w:spacing w:val="-6"/>
          <w:lang w:val="sr-Cyrl-CS" w:eastAsia="sr-Cyrl-CS"/>
        </w:rPr>
        <w:t xml:space="preserve">Члан </w:t>
      </w:r>
      <w:r w:rsidRPr="00EC065A">
        <w:rPr>
          <w:bCs/>
          <w:spacing w:val="-6"/>
          <w:lang w:eastAsia="sr-Cyrl-CS"/>
        </w:rPr>
        <w:t>7</w:t>
      </w:r>
      <w:r w:rsidRPr="00EC065A">
        <w:rPr>
          <w:bCs/>
          <w:spacing w:val="-6"/>
          <w:lang w:eastAsia="sr-Cyrl-CS"/>
        </w:rPr>
        <w:t>.</w:t>
      </w:r>
    </w:p>
    <w:p w:rsidR="00FF2964" w:rsidRPr="00EC065A" w:rsidRDefault="00FF2964" w:rsidP="00054740">
      <w:pPr>
        <w:shd w:val="clear" w:color="auto" w:fill="FFFFFF"/>
        <w:ind w:right="45"/>
        <w:jc w:val="both"/>
        <w:rPr>
          <w:i/>
          <w:iCs/>
          <w:spacing w:val="-6"/>
          <w:lang w:val="sr-Cyrl-CS" w:eastAsia="sr-Cyrl-CS"/>
        </w:rPr>
      </w:pPr>
      <w:r w:rsidRPr="00EC065A">
        <w:rPr>
          <w:bCs/>
          <w:lang w:val="ru-RU"/>
        </w:rPr>
        <w:t xml:space="preserve">                За све што овим </w:t>
      </w:r>
      <w:r w:rsidRPr="00EC065A">
        <w:rPr>
          <w:bCs/>
          <w:lang w:val="sr-Cyrl-CS"/>
        </w:rPr>
        <w:t>у</w:t>
      </w:r>
      <w:r w:rsidRPr="00EC065A">
        <w:rPr>
          <w:bCs/>
          <w:lang w:val="ru-RU"/>
        </w:rPr>
        <w:t xml:space="preserve">говором није посебно утврђено примењују се одредбе </w:t>
      </w:r>
      <w:r w:rsidRPr="00EC065A">
        <w:rPr>
          <w:spacing w:val="-5"/>
          <w:lang w:val="sr-Cyrl-CS" w:eastAsia="sr-Cyrl-CS"/>
        </w:rPr>
        <w:t xml:space="preserve">Закона о облигационим односима и </w:t>
      </w:r>
      <w:r w:rsidRPr="00EC065A">
        <w:rPr>
          <w:lang w:val="sr-Cyrl-CS" w:eastAsia="sr-Cyrl-CS"/>
        </w:rPr>
        <w:t>други важећи прописи Републике Србије.</w:t>
      </w:r>
    </w:p>
    <w:p w:rsidR="00FF2964" w:rsidRPr="00EC065A" w:rsidRDefault="00FF2964" w:rsidP="009A7691">
      <w:pPr>
        <w:shd w:val="clear" w:color="auto" w:fill="FFFFFF"/>
        <w:ind w:right="45"/>
        <w:jc w:val="center"/>
        <w:rPr>
          <w:bCs/>
          <w:spacing w:val="-6"/>
          <w:lang w:val="sr-Cyrl-CS" w:eastAsia="sr-Cyrl-CS"/>
        </w:rPr>
      </w:pPr>
    </w:p>
    <w:p w:rsidR="00FF2964" w:rsidRPr="00EC065A" w:rsidRDefault="00FF2964" w:rsidP="00FD17EF">
      <w:pPr>
        <w:shd w:val="clear" w:color="auto" w:fill="FFFFFF"/>
        <w:ind w:right="45"/>
        <w:rPr>
          <w:bCs/>
          <w:spacing w:val="-6"/>
          <w:lang w:eastAsia="sr-Cyrl-CS"/>
        </w:rPr>
      </w:pPr>
      <w:r w:rsidRPr="00EC065A">
        <w:rPr>
          <w:bCs/>
          <w:spacing w:val="-6"/>
          <w:lang w:eastAsia="sr-Cyrl-CS"/>
        </w:rPr>
        <w:t xml:space="preserve">                                                                             </w:t>
      </w:r>
      <w:r w:rsidRPr="00EC065A">
        <w:rPr>
          <w:bCs/>
          <w:spacing w:val="-6"/>
          <w:lang w:val="sr-Cyrl-CS" w:eastAsia="sr-Cyrl-CS"/>
        </w:rPr>
        <w:t xml:space="preserve">Члан </w:t>
      </w:r>
      <w:r w:rsidRPr="00EC065A">
        <w:rPr>
          <w:bCs/>
          <w:spacing w:val="-6"/>
          <w:lang w:eastAsia="sr-Cyrl-CS"/>
        </w:rPr>
        <w:t>8</w:t>
      </w:r>
      <w:r w:rsidRPr="00EC065A">
        <w:rPr>
          <w:bCs/>
          <w:spacing w:val="-6"/>
          <w:lang w:eastAsia="sr-Cyrl-CS"/>
        </w:rPr>
        <w:t>.</w:t>
      </w:r>
    </w:p>
    <w:p w:rsidR="00FF2964" w:rsidRPr="00EC065A" w:rsidRDefault="00FF2964" w:rsidP="009A2E6C">
      <w:pPr>
        <w:tabs>
          <w:tab w:val="left" w:pos="990"/>
        </w:tabs>
        <w:spacing w:line="240" w:lineRule="atLeast"/>
        <w:jc w:val="both"/>
        <w:rPr>
          <w:bCs/>
          <w:lang w:val="sr-Cyrl-CS"/>
        </w:rPr>
      </w:pPr>
      <w:r w:rsidRPr="00EC065A">
        <w:rPr>
          <w:bCs/>
          <w:lang w:val="ru-RU"/>
        </w:rPr>
        <w:t xml:space="preserve">                Све евентуалне спорове уговорне стране ће решавати споразумно. </w:t>
      </w:r>
    </w:p>
    <w:p w:rsidR="00FF2964" w:rsidRPr="00EC065A" w:rsidRDefault="00FF2964" w:rsidP="00CC01B4">
      <w:pPr>
        <w:spacing w:line="240" w:lineRule="atLeast"/>
        <w:jc w:val="both"/>
        <w:rPr>
          <w:bCs/>
          <w:lang w:val="sr-Cyrl-CS"/>
        </w:rPr>
      </w:pPr>
      <w:r w:rsidRPr="00EC065A">
        <w:rPr>
          <w:bCs/>
          <w:lang w:val="ru-RU"/>
        </w:rPr>
        <w:t>Уко</w:t>
      </w:r>
      <w:r w:rsidRPr="00EC065A">
        <w:rPr>
          <w:bCs/>
          <w:lang w:val="sr-Cyrl-CS"/>
        </w:rPr>
        <w:t>л</w:t>
      </w:r>
      <w:r w:rsidRPr="00EC065A">
        <w:rPr>
          <w:bCs/>
          <w:lang w:val="ru-RU"/>
        </w:rPr>
        <w:t xml:space="preserve">ико до споразума не дође, уговара се надлежност </w:t>
      </w:r>
      <w:r w:rsidRPr="00EC065A">
        <w:rPr>
          <w:bCs/>
          <w:lang w:val="sr-Cyrl-CS"/>
        </w:rPr>
        <w:t>Привредног</w:t>
      </w:r>
      <w:r w:rsidRPr="00EC065A">
        <w:rPr>
          <w:bCs/>
          <w:lang w:val="ru-RU"/>
        </w:rPr>
        <w:t xml:space="preserve"> суда у </w:t>
      </w:r>
      <w:r w:rsidRPr="00EC065A">
        <w:rPr>
          <w:lang w:val="sr-Cyrl-CS"/>
        </w:rPr>
        <w:t xml:space="preserve"> </w:t>
      </w:r>
      <w:r w:rsidRPr="00EC065A">
        <w:rPr>
          <w:lang w:val="es-AR"/>
        </w:rPr>
        <w:t xml:space="preserve"> Зајечару</w:t>
      </w:r>
      <w:r w:rsidRPr="00EC065A">
        <w:rPr>
          <w:lang w:val="sr-Cyrl-CS"/>
        </w:rPr>
        <w:t>.</w:t>
      </w:r>
    </w:p>
    <w:p w:rsidR="00FF2964" w:rsidRPr="00EC065A" w:rsidRDefault="00FF2964" w:rsidP="009A7691">
      <w:pPr>
        <w:shd w:val="clear" w:color="auto" w:fill="FFFFFF"/>
        <w:ind w:right="45" w:firstLine="4460"/>
        <w:rPr>
          <w:bCs/>
          <w:i/>
          <w:iCs/>
          <w:lang w:val="sr-Cyrl-CS" w:eastAsia="sr-Cyrl-CS"/>
        </w:rPr>
      </w:pPr>
    </w:p>
    <w:p w:rsidR="00FF2964" w:rsidRPr="00EC065A" w:rsidRDefault="00FF2964" w:rsidP="00CC01B4">
      <w:pPr>
        <w:shd w:val="clear" w:color="auto" w:fill="FFFFFF"/>
        <w:ind w:right="45"/>
        <w:rPr>
          <w:bCs/>
          <w:lang w:val="sr-Cyrl-CS" w:eastAsia="sr-Cyrl-CS"/>
        </w:rPr>
      </w:pPr>
      <w:r w:rsidRPr="00EC065A">
        <w:rPr>
          <w:bCs/>
          <w:i/>
          <w:iCs/>
          <w:lang w:val="sr-Cyrl-CS" w:eastAsia="sr-Cyrl-CS"/>
        </w:rPr>
        <w:t xml:space="preserve">                                                               </w:t>
      </w:r>
      <w:r w:rsidRPr="00EC065A">
        <w:rPr>
          <w:bCs/>
          <w:i/>
          <w:iCs/>
          <w:lang w:eastAsia="sr-Cyrl-CS"/>
        </w:rPr>
        <w:t xml:space="preserve">     </w:t>
      </w:r>
      <w:r w:rsidRPr="00EC065A">
        <w:rPr>
          <w:bCs/>
          <w:lang w:val="sr-Cyrl-CS" w:eastAsia="sr-Cyrl-CS"/>
        </w:rPr>
        <w:t xml:space="preserve">Члан 9. </w:t>
      </w:r>
    </w:p>
    <w:p w:rsidR="00FF2964" w:rsidRPr="00EC065A" w:rsidRDefault="00FF2964" w:rsidP="009A2E6C">
      <w:pPr>
        <w:tabs>
          <w:tab w:val="left" w:pos="1080"/>
        </w:tabs>
        <w:spacing w:line="240" w:lineRule="atLeast"/>
        <w:jc w:val="both"/>
        <w:rPr>
          <w:bCs/>
          <w:lang w:val="ru-RU"/>
        </w:rPr>
      </w:pPr>
      <w:r w:rsidRPr="00EC065A">
        <w:rPr>
          <w:bCs/>
          <w:sz w:val="22"/>
          <w:szCs w:val="22"/>
          <w:lang w:val="ru-RU"/>
        </w:rPr>
        <w:t xml:space="preserve">                 </w:t>
      </w:r>
      <w:r w:rsidRPr="00EC065A">
        <w:rPr>
          <w:bCs/>
          <w:lang w:val="ru-RU"/>
        </w:rPr>
        <w:t xml:space="preserve">Овај </w:t>
      </w:r>
      <w:r w:rsidRPr="00EC065A">
        <w:rPr>
          <w:bCs/>
          <w:lang w:val="sr-Cyrl-CS"/>
        </w:rPr>
        <w:t>у</w:t>
      </w:r>
      <w:r w:rsidRPr="00EC065A">
        <w:rPr>
          <w:bCs/>
          <w:lang w:val="ru-RU"/>
        </w:rPr>
        <w:t xml:space="preserve">говор је сачињен у </w:t>
      </w:r>
      <w:r w:rsidRPr="00EC065A">
        <w:rPr>
          <w:bCs/>
          <w:lang w:val="sr-Cyrl-CS"/>
        </w:rPr>
        <w:t>6 (шест)</w:t>
      </w:r>
      <w:r w:rsidRPr="00EC065A">
        <w:rPr>
          <w:bCs/>
          <w:lang w:val="ru-RU"/>
        </w:rPr>
        <w:t xml:space="preserve"> једнаких</w:t>
      </w:r>
      <w:r w:rsidRPr="00EC065A">
        <w:rPr>
          <w:lang w:val="ru-RU"/>
        </w:rPr>
        <w:t xml:space="preserve"> </w:t>
      </w:r>
      <w:r w:rsidRPr="00EC065A">
        <w:rPr>
          <w:bCs/>
          <w:lang w:val="ru-RU"/>
        </w:rPr>
        <w:t xml:space="preserve">примерака, по </w:t>
      </w:r>
      <w:r w:rsidRPr="00EC065A">
        <w:rPr>
          <w:bCs/>
          <w:lang w:val="sr-Cyrl-CS"/>
        </w:rPr>
        <w:t>3 (три)</w:t>
      </w:r>
      <w:r w:rsidRPr="00EC065A">
        <w:rPr>
          <w:bCs/>
          <w:lang w:val="ru-RU"/>
        </w:rPr>
        <w:t xml:space="preserve"> примерка за сваку уговорну страну.</w:t>
      </w:r>
    </w:p>
    <w:p w:rsidR="00FF2964" w:rsidRPr="00EC065A" w:rsidRDefault="00FF2964" w:rsidP="009A7691">
      <w:pPr>
        <w:shd w:val="clear" w:color="auto" w:fill="FFFFFF"/>
        <w:ind w:right="45"/>
        <w:rPr>
          <w:lang w:val="sr-Cyrl-CS" w:eastAsia="sr-Cyrl-CS"/>
        </w:rPr>
      </w:pPr>
    </w:p>
    <w:tbl>
      <w:tblPr>
        <w:tblW w:w="0" w:type="auto"/>
        <w:tblLook w:val="00A0"/>
      </w:tblPr>
      <w:tblGrid>
        <w:gridCol w:w="5772"/>
        <w:gridCol w:w="3804"/>
      </w:tblGrid>
      <w:tr w:rsidR="00FF2964" w:rsidRPr="00EC065A" w:rsidTr="00FD17EF">
        <w:tc>
          <w:tcPr>
            <w:tcW w:w="5772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EC065A">
              <w:rPr>
                <w:lang w:val="sr-Cyrl-CS"/>
              </w:rPr>
              <w:t>За Добављача</w:t>
            </w:r>
          </w:p>
        </w:tc>
        <w:tc>
          <w:tcPr>
            <w:tcW w:w="3804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EC065A">
              <w:rPr>
                <w:lang w:val="sr-Cyrl-CS"/>
              </w:rPr>
              <w:t xml:space="preserve">              За Наручиоца</w:t>
            </w:r>
          </w:p>
        </w:tc>
      </w:tr>
      <w:tr w:rsidR="00FF2964" w:rsidRPr="00EC065A" w:rsidTr="00FD17EF">
        <w:tc>
          <w:tcPr>
            <w:tcW w:w="5772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EC065A">
              <w:rPr>
                <w:lang w:val="sr-Cyrl-CS"/>
              </w:rPr>
              <w:t xml:space="preserve">     </w:t>
            </w:r>
          </w:p>
        </w:tc>
        <w:tc>
          <w:tcPr>
            <w:tcW w:w="3804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EC065A">
              <w:rPr>
                <w:lang w:val="sr-Cyrl-CS"/>
              </w:rPr>
              <w:t xml:space="preserve">      </w:t>
            </w:r>
            <w:r w:rsidRPr="00EC065A">
              <w:rPr>
                <w:lang/>
              </w:rPr>
              <w:t>ОПШТИНА НЕГОТИН</w:t>
            </w:r>
            <w:r w:rsidRPr="00EC065A">
              <w:rPr>
                <w:lang w:val="sr-Cyrl-CS"/>
              </w:rPr>
              <w:t xml:space="preserve">   </w:t>
            </w:r>
          </w:p>
        </w:tc>
      </w:tr>
      <w:tr w:rsidR="00FF2964" w:rsidRPr="00EC065A" w:rsidTr="00FD17EF">
        <w:trPr>
          <w:trHeight w:val="352"/>
        </w:trPr>
        <w:tc>
          <w:tcPr>
            <w:tcW w:w="5772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3804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/>
              </w:rPr>
            </w:pPr>
            <w:r w:rsidRPr="00EC065A">
              <w:rPr>
                <w:lang/>
              </w:rPr>
              <w:t xml:space="preserve">               ПРЕДСЕДНИК</w:t>
            </w:r>
          </w:p>
        </w:tc>
      </w:tr>
      <w:tr w:rsidR="00FF2964" w:rsidRPr="00EC065A" w:rsidTr="00FD17EF">
        <w:tc>
          <w:tcPr>
            <w:tcW w:w="5772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EC065A">
              <w:rPr>
                <w:lang w:val="sr-Cyrl-CS"/>
              </w:rPr>
              <w:t>____________________</w:t>
            </w:r>
          </w:p>
        </w:tc>
        <w:tc>
          <w:tcPr>
            <w:tcW w:w="3804" w:type="dxa"/>
          </w:tcPr>
          <w:p w:rsidR="00FF2964" w:rsidRPr="00EC065A" w:rsidRDefault="00FF2964" w:rsidP="005B1EB6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EC065A">
              <w:rPr>
                <w:lang w:val="sr-Cyrl-CS"/>
              </w:rPr>
              <w:t>______________________</w:t>
            </w:r>
          </w:p>
        </w:tc>
      </w:tr>
    </w:tbl>
    <w:p w:rsidR="00FF2964" w:rsidRPr="00EC065A" w:rsidRDefault="00FF2964" w:rsidP="009A7691">
      <w:pPr>
        <w:shd w:val="clear" w:color="auto" w:fill="FFFFFF"/>
        <w:ind w:right="45"/>
        <w:rPr>
          <w:rFonts w:ascii="Arial" w:hAnsi="Arial" w:cs="Arial"/>
          <w:lang w:val="sr-Cyrl-CS" w:eastAsia="sr-Cyrl-CS"/>
        </w:rPr>
      </w:pPr>
      <w:r w:rsidRPr="00EC065A">
        <w:t xml:space="preserve">                                                                                                       Владимир Величковић</w:t>
      </w:r>
    </w:p>
    <w:p w:rsidR="00FF2964" w:rsidRPr="00EC065A" w:rsidRDefault="00FF2964" w:rsidP="009A7691">
      <w:pPr>
        <w:shd w:val="clear" w:color="auto" w:fill="FFFFFF"/>
        <w:ind w:right="45"/>
        <w:rPr>
          <w:rFonts w:ascii="Arial" w:hAnsi="Arial" w:cs="Arial"/>
          <w:lang w:val="sr-Cyrl-CS" w:eastAsia="sr-Cyrl-CS"/>
        </w:rPr>
      </w:pPr>
      <w:r w:rsidRPr="00EC065A">
        <w:t xml:space="preserve">                                                                                                    </w:t>
      </w:r>
    </w:p>
    <w:p w:rsidR="00FF2964" w:rsidRPr="00EC065A" w:rsidRDefault="00FF2964" w:rsidP="009A7691">
      <w:pPr>
        <w:shd w:val="clear" w:color="auto" w:fill="FFFFFF"/>
        <w:ind w:right="45" w:firstLine="4460"/>
        <w:rPr>
          <w:rFonts w:ascii="Arial" w:hAnsi="Arial" w:cs="Arial"/>
          <w:bCs/>
          <w:spacing w:val="-16"/>
          <w:lang w:val="sr-Cyrl-CS" w:eastAsia="sr-Cyrl-CS"/>
        </w:rPr>
      </w:pPr>
    </w:p>
    <w:sectPr w:rsidR="00FF2964" w:rsidRPr="00EC065A" w:rsidSect="00FF5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812CB"/>
    <w:multiLevelType w:val="hybridMultilevel"/>
    <w:tmpl w:val="1FDC876C"/>
    <w:lvl w:ilvl="0" w:tplc="85B293D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24482"/>
    <w:multiLevelType w:val="singleLevel"/>
    <w:tmpl w:val="C868E2F2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>
    <w:nsid w:val="249360F2"/>
    <w:multiLevelType w:val="hybridMultilevel"/>
    <w:tmpl w:val="C6E272F2"/>
    <w:lvl w:ilvl="0" w:tplc="A626686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91D82"/>
    <w:multiLevelType w:val="hybridMultilevel"/>
    <w:tmpl w:val="30E66788"/>
    <w:lvl w:ilvl="0" w:tplc="4668791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30E6201"/>
    <w:multiLevelType w:val="hybridMultilevel"/>
    <w:tmpl w:val="79CCE518"/>
    <w:lvl w:ilvl="0" w:tplc="46687912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731A08"/>
    <w:multiLevelType w:val="hybridMultilevel"/>
    <w:tmpl w:val="AB14B758"/>
    <w:lvl w:ilvl="0" w:tplc="F488A91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52827AFA"/>
    <w:multiLevelType w:val="hybridMultilevel"/>
    <w:tmpl w:val="FE4061CA"/>
    <w:lvl w:ilvl="0" w:tplc="B1E4F17C">
      <w:start w:val="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BD07E6"/>
    <w:multiLevelType w:val="hybridMultilevel"/>
    <w:tmpl w:val="891C7F1C"/>
    <w:lvl w:ilvl="0" w:tplc="4EE2CDD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3664EB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0CEA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DEC0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F2A7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16A0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C24C5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7059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8A8C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F4650A4"/>
    <w:multiLevelType w:val="hybridMultilevel"/>
    <w:tmpl w:val="F9C24334"/>
    <w:lvl w:ilvl="0" w:tplc="5A3AE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B67BF0"/>
    <w:multiLevelType w:val="hybridMultilevel"/>
    <w:tmpl w:val="E318AF24"/>
    <w:lvl w:ilvl="0" w:tplc="511617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C2AA0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04C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82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CF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E4B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A25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48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25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AD7"/>
    <w:rsid w:val="000321EA"/>
    <w:rsid w:val="00034C40"/>
    <w:rsid w:val="00042C36"/>
    <w:rsid w:val="00047DDE"/>
    <w:rsid w:val="00054740"/>
    <w:rsid w:val="00076AFE"/>
    <w:rsid w:val="000A75F7"/>
    <w:rsid w:val="000C11B6"/>
    <w:rsid w:val="000D0687"/>
    <w:rsid w:val="000D0871"/>
    <w:rsid w:val="000D7DC6"/>
    <w:rsid w:val="000E74A9"/>
    <w:rsid w:val="000F39F4"/>
    <w:rsid w:val="000F6741"/>
    <w:rsid w:val="0013487B"/>
    <w:rsid w:val="00135E51"/>
    <w:rsid w:val="001526FD"/>
    <w:rsid w:val="00161A0C"/>
    <w:rsid w:val="00163355"/>
    <w:rsid w:val="00176F83"/>
    <w:rsid w:val="00187145"/>
    <w:rsid w:val="001A3B8B"/>
    <w:rsid w:val="001B0976"/>
    <w:rsid w:val="001C2762"/>
    <w:rsid w:val="001E17C1"/>
    <w:rsid w:val="001F7EA5"/>
    <w:rsid w:val="00202956"/>
    <w:rsid w:val="00214155"/>
    <w:rsid w:val="00227497"/>
    <w:rsid w:val="00227914"/>
    <w:rsid w:val="0024082E"/>
    <w:rsid w:val="002438FC"/>
    <w:rsid w:val="002516B6"/>
    <w:rsid w:val="00260A21"/>
    <w:rsid w:val="00263884"/>
    <w:rsid w:val="00263F26"/>
    <w:rsid w:val="00270042"/>
    <w:rsid w:val="00275AD8"/>
    <w:rsid w:val="002D1D53"/>
    <w:rsid w:val="002E41D8"/>
    <w:rsid w:val="002E6D6A"/>
    <w:rsid w:val="002F3951"/>
    <w:rsid w:val="00313085"/>
    <w:rsid w:val="00313AB5"/>
    <w:rsid w:val="00320309"/>
    <w:rsid w:val="00323C0B"/>
    <w:rsid w:val="003250E9"/>
    <w:rsid w:val="00334418"/>
    <w:rsid w:val="00362B99"/>
    <w:rsid w:val="00362FDB"/>
    <w:rsid w:val="0036510E"/>
    <w:rsid w:val="00377B09"/>
    <w:rsid w:val="00385D47"/>
    <w:rsid w:val="003862B7"/>
    <w:rsid w:val="003B2C3A"/>
    <w:rsid w:val="003C57C1"/>
    <w:rsid w:val="003D0EAC"/>
    <w:rsid w:val="003E0129"/>
    <w:rsid w:val="003F1BA9"/>
    <w:rsid w:val="003F4EA9"/>
    <w:rsid w:val="003F66BA"/>
    <w:rsid w:val="004031CA"/>
    <w:rsid w:val="004266BD"/>
    <w:rsid w:val="00433B0F"/>
    <w:rsid w:val="004446C2"/>
    <w:rsid w:val="004635E3"/>
    <w:rsid w:val="00473395"/>
    <w:rsid w:val="00474794"/>
    <w:rsid w:val="00475095"/>
    <w:rsid w:val="004B0CCC"/>
    <w:rsid w:val="004B400E"/>
    <w:rsid w:val="004B7FC0"/>
    <w:rsid w:val="004C79EE"/>
    <w:rsid w:val="004D54FB"/>
    <w:rsid w:val="004F0DB9"/>
    <w:rsid w:val="005045B0"/>
    <w:rsid w:val="0051072A"/>
    <w:rsid w:val="0051602E"/>
    <w:rsid w:val="00523CD4"/>
    <w:rsid w:val="00525D44"/>
    <w:rsid w:val="00542396"/>
    <w:rsid w:val="005542AD"/>
    <w:rsid w:val="0055611B"/>
    <w:rsid w:val="005674B9"/>
    <w:rsid w:val="005749D8"/>
    <w:rsid w:val="00586A05"/>
    <w:rsid w:val="0059033B"/>
    <w:rsid w:val="005A0D9F"/>
    <w:rsid w:val="005B103F"/>
    <w:rsid w:val="005B1EB6"/>
    <w:rsid w:val="006123E7"/>
    <w:rsid w:val="00621825"/>
    <w:rsid w:val="00633EC1"/>
    <w:rsid w:val="00637E9D"/>
    <w:rsid w:val="0065359D"/>
    <w:rsid w:val="00655E09"/>
    <w:rsid w:val="00657B09"/>
    <w:rsid w:val="00660F9A"/>
    <w:rsid w:val="006678D1"/>
    <w:rsid w:val="00682731"/>
    <w:rsid w:val="006B1B23"/>
    <w:rsid w:val="006C41FA"/>
    <w:rsid w:val="006C4A13"/>
    <w:rsid w:val="006D3A67"/>
    <w:rsid w:val="006D3AA0"/>
    <w:rsid w:val="006D3C71"/>
    <w:rsid w:val="006D5FB8"/>
    <w:rsid w:val="006E36E4"/>
    <w:rsid w:val="006F1AD7"/>
    <w:rsid w:val="006F5FE0"/>
    <w:rsid w:val="007223AB"/>
    <w:rsid w:val="00724B8C"/>
    <w:rsid w:val="00734A67"/>
    <w:rsid w:val="00760D00"/>
    <w:rsid w:val="007617CD"/>
    <w:rsid w:val="00766DEB"/>
    <w:rsid w:val="0077752C"/>
    <w:rsid w:val="00791DBD"/>
    <w:rsid w:val="007C49B2"/>
    <w:rsid w:val="007C68B8"/>
    <w:rsid w:val="007D72A1"/>
    <w:rsid w:val="007F261D"/>
    <w:rsid w:val="007F4ADF"/>
    <w:rsid w:val="00815D90"/>
    <w:rsid w:val="00837F23"/>
    <w:rsid w:val="00866A5A"/>
    <w:rsid w:val="00876204"/>
    <w:rsid w:val="00882DAF"/>
    <w:rsid w:val="00883A6F"/>
    <w:rsid w:val="00890C2C"/>
    <w:rsid w:val="00892D32"/>
    <w:rsid w:val="008A4882"/>
    <w:rsid w:val="008A7DF6"/>
    <w:rsid w:val="008B6241"/>
    <w:rsid w:val="008B642F"/>
    <w:rsid w:val="008C7A8B"/>
    <w:rsid w:val="008F6688"/>
    <w:rsid w:val="008F792C"/>
    <w:rsid w:val="00906802"/>
    <w:rsid w:val="00914336"/>
    <w:rsid w:val="00930B77"/>
    <w:rsid w:val="0093200A"/>
    <w:rsid w:val="009344DB"/>
    <w:rsid w:val="0094074A"/>
    <w:rsid w:val="00943307"/>
    <w:rsid w:val="00946BD0"/>
    <w:rsid w:val="00950736"/>
    <w:rsid w:val="00951881"/>
    <w:rsid w:val="009640EE"/>
    <w:rsid w:val="00964EB2"/>
    <w:rsid w:val="00966994"/>
    <w:rsid w:val="00966C39"/>
    <w:rsid w:val="00984EBF"/>
    <w:rsid w:val="009958AA"/>
    <w:rsid w:val="009A2E6C"/>
    <w:rsid w:val="009A45A8"/>
    <w:rsid w:val="009A53F2"/>
    <w:rsid w:val="009A7691"/>
    <w:rsid w:val="009B688D"/>
    <w:rsid w:val="009F08CB"/>
    <w:rsid w:val="009F6D05"/>
    <w:rsid w:val="00A20015"/>
    <w:rsid w:val="00A422E3"/>
    <w:rsid w:val="00A43899"/>
    <w:rsid w:val="00A6487F"/>
    <w:rsid w:val="00A70300"/>
    <w:rsid w:val="00AA278B"/>
    <w:rsid w:val="00AA55C9"/>
    <w:rsid w:val="00AB46CC"/>
    <w:rsid w:val="00AC4625"/>
    <w:rsid w:val="00AC6075"/>
    <w:rsid w:val="00AE6BAF"/>
    <w:rsid w:val="00B12410"/>
    <w:rsid w:val="00B13869"/>
    <w:rsid w:val="00B47975"/>
    <w:rsid w:val="00B55655"/>
    <w:rsid w:val="00B72B20"/>
    <w:rsid w:val="00B74061"/>
    <w:rsid w:val="00BA7D84"/>
    <w:rsid w:val="00BB6237"/>
    <w:rsid w:val="00BC6D6F"/>
    <w:rsid w:val="00BD2DF2"/>
    <w:rsid w:val="00C04506"/>
    <w:rsid w:val="00C07C9E"/>
    <w:rsid w:val="00C11EF7"/>
    <w:rsid w:val="00C12E64"/>
    <w:rsid w:val="00C326CD"/>
    <w:rsid w:val="00C4220E"/>
    <w:rsid w:val="00C546E5"/>
    <w:rsid w:val="00C660EE"/>
    <w:rsid w:val="00C773DE"/>
    <w:rsid w:val="00C90D95"/>
    <w:rsid w:val="00C911B9"/>
    <w:rsid w:val="00C956DB"/>
    <w:rsid w:val="00CA6A89"/>
    <w:rsid w:val="00CC01B4"/>
    <w:rsid w:val="00CC1932"/>
    <w:rsid w:val="00CC51CB"/>
    <w:rsid w:val="00CD35D1"/>
    <w:rsid w:val="00D11AFA"/>
    <w:rsid w:val="00D608CB"/>
    <w:rsid w:val="00D734E4"/>
    <w:rsid w:val="00D9797A"/>
    <w:rsid w:val="00DA4647"/>
    <w:rsid w:val="00DA6F18"/>
    <w:rsid w:val="00DB365D"/>
    <w:rsid w:val="00DB569B"/>
    <w:rsid w:val="00DB5C6C"/>
    <w:rsid w:val="00DD33B5"/>
    <w:rsid w:val="00DE37DB"/>
    <w:rsid w:val="00DE7B1D"/>
    <w:rsid w:val="00E11AAD"/>
    <w:rsid w:val="00E158C3"/>
    <w:rsid w:val="00E458B1"/>
    <w:rsid w:val="00EA5433"/>
    <w:rsid w:val="00EC065A"/>
    <w:rsid w:val="00EC6DC2"/>
    <w:rsid w:val="00ED03B6"/>
    <w:rsid w:val="00EF1360"/>
    <w:rsid w:val="00EF59B9"/>
    <w:rsid w:val="00F166FA"/>
    <w:rsid w:val="00F2117D"/>
    <w:rsid w:val="00F23CB7"/>
    <w:rsid w:val="00F36EB3"/>
    <w:rsid w:val="00F4076A"/>
    <w:rsid w:val="00F425F7"/>
    <w:rsid w:val="00F5448F"/>
    <w:rsid w:val="00FA0024"/>
    <w:rsid w:val="00FA56C4"/>
    <w:rsid w:val="00FB1F3D"/>
    <w:rsid w:val="00FD17EF"/>
    <w:rsid w:val="00FD5156"/>
    <w:rsid w:val="00FF2964"/>
    <w:rsid w:val="00FF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D7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ph,List Paragraph Red,Liste 1,List Paragraph1,List Paragraph2"/>
    <w:basedOn w:val="Normal"/>
    <w:uiPriority w:val="99"/>
    <w:qFormat/>
    <w:rsid w:val="006F1AD7"/>
    <w:pPr>
      <w:ind w:left="720"/>
    </w:pPr>
  </w:style>
  <w:style w:type="paragraph" w:styleId="BodyText3">
    <w:name w:val="Body Text 3"/>
    <w:basedOn w:val="Normal"/>
    <w:link w:val="BodyText3Char"/>
    <w:uiPriority w:val="99"/>
    <w:rsid w:val="006F1AD7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F1AD7"/>
    <w:rPr>
      <w:rFonts w:ascii="Times New Roman" w:hAnsi="Times New Roman" w:cs="Times New Roman"/>
      <w:color w:val="000000"/>
      <w:kern w:val="1"/>
      <w:sz w:val="16"/>
      <w:szCs w:val="16"/>
      <w:lang w:eastAsia="ar-SA" w:bidi="ar-SA"/>
    </w:rPr>
  </w:style>
  <w:style w:type="paragraph" w:styleId="NoSpacing">
    <w:name w:val="No Spacing"/>
    <w:uiPriority w:val="99"/>
    <w:qFormat/>
    <w:rsid w:val="006F1AD7"/>
    <w:pPr>
      <w:suppressAutoHyphens/>
      <w:spacing w:line="100" w:lineRule="atLeast"/>
    </w:pPr>
    <w:rPr>
      <w:rFonts w:cs="Calibri"/>
      <w:kern w:val="1"/>
      <w:lang w:eastAsia="ar-SA"/>
    </w:rPr>
  </w:style>
  <w:style w:type="character" w:styleId="Strong">
    <w:name w:val="Strong"/>
    <w:basedOn w:val="DefaultParagraphFont"/>
    <w:uiPriority w:val="99"/>
    <w:qFormat/>
    <w:rsid w:val="006F1AD7"/>
    <w:rPr>
      <w:rFonts w:cs="Times New Roman"/>
      <w:b/>
    </w:rPr>
  </w:style>
  <w:style w:type="character" w:customStyle="1" w:styleId="NormalChar">
    <w:name w:val="[Normal] Char"/>
    <w:link w:val="Normal0"/>
    <w:uiPriority w:val="99"/>
    <w:locked/>
    <w:rsid w:val="009A7691"/>
    <w:rPr>
      <w:rFonts w:ascii="Arial" w:hAnsi="Arial"/>
      <w:sz w:val="24"/>
      <w:lang w:val="en-US" w:eastAsia="en-US"/>
    </w:rPr>
  </w:style>
  <w:style w:type="paragraph" w:customStyle="1" w:styleId="Normal0">
    <w:name w:val="[Normal]"/>
    <w:link w:val="NormalChar"/>
    <w:uiPriority w:val="99"/>
    <w:rsid w:val="009A7691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Normal1">
    <w:name w:val="Normal1"/>
    <w:basedOn w:val="Normal"/>
    <w:uiPriority w:val="99"/>
    <w:rsid w:val="003250E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kern w:val="0"/>
      <w:sz w:val="22"/>
      <w:szCs w:val="22"/>
      <w:lang w:val="sr-Latn-CS" w:eastAsia="sr-Latn-CS"/>
    </w:rPr>
  </w:style>
  <w:style w:type="paragraph" w:customStyle="1" w:styleId="Default">
    <w:name w:val="Default"/>
    <w:uiPriority w:val="99"/>
    <w:rsid w:val="00AA55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960</TotalTime>
  <Pages>3</Pages>
  <Words>932</Words>
  <Characters>5315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Windows User</cp:lastModifiedBy>
  <cp:revision>306</cp:revision>
  <cp:lastPrinted>2020-11-27T13:22:00Z</cp:lastPrinted>
  <dcterms:created xsi:type="dcterms:W3CDTF">2020-11-27T11:48:00Z</dcterms:created>
  <dcterms:modified xsi:type="dcterms:W3CDTF">2022-10-19T07:47:00Z</dcterms:modified>
</cp:coreProperties>
</file>